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795F2" w14:textId="77777777" w:rsidR="00085D5E" w:rsidRDefault="00D16665" w:rsidP="0060240F">
      <w:pPr>
        <w:jc w:val="center"/>
        <w:rPr>
          <w:rFonts w:ascii="Arial" w:hAnsi="Arial" w:cs="Arial"/>
          <w:sz w:val="20"/>
          <w:szCs w:val="20"/>
        </w:rPr>
      </w:pPr>
      <w:r w:rsidRPr="00F147DC">
        <w:rPr>
          <w:rFonts w:ascii="Arial" w:hAnsi="Arial" w:cs="Arial"/>
          <w:sz w:val="20"/>
          <w:szCs w:val="20"/>
        </w:rPr>
        <w:t xml:space="preserve">Magistrát města Jihlavy, </w:t>
      </w:r>
      <w:r w:rsidR="005E73FB">
        <w:rPr>
          <w:rFonts w:ascii="Arial" w:hAnsi="Arial" w:cs="Arial"/>
          <w:sz w:val="20"/>
          <w:szCs w:val="20"/>
        </w:rPr>
        <w:t>stavební úřad</w:t>
      </w:r>
      <w:r w:rsidR="004A011E">
        <w:rPr>
          <w:rFonts w:ascii="Arial" w:hAnsi="Arial" w:cs="Arial"/>
          <w:sz w:val="20"/>
          <w:szCs w:val="20"/>
        </w:rPr>
        <w:t>, Masarykovo náměstí</w:t>
      </w:r>
      <w:r w:rsidRPr="00F147DC">
        <w:rPr>
          <w:rFonts w:ascii="Arial" w:hAnsi="Arial" w:cs="Arial"/>
          <w:sz w:val="20"/>
          <w:szCs w:val="20"/>
        </w:rPr>
        <w:t xml:space="preserve"> </w:t>
      </w:r>
      <w:r w:rsidR="005E73FB">
        <w:rPr>
          <w:rFonts w:ascii="Arial" w:hAnsi="Arial" w:cs="Arial"/>
          <w:sz w:val="20"/>
          <w:szCs w:val="20"/>
        </w:rPr>
        <w:t>9</w:t>
      </w:r>
      <w:r w:rsidR="00634583">
        <w:rPr>
          <w:rFonts w:ascii="Arial" w:hAnsi="Arial" w:cs="Arial"/>
          <w:sz w:val="20"/>
          <w:szCs w:val="20"/>
        </w:rPr>
        <w:t>, 586 01</w:t>
      </w:r>
      <w:r w:rsidRPr="00F147DC">
        <w:rPr>
          <w:rFonts w:ascii="Arial" w:hAnsi="Arial" w:cs="Arial"/>
          <w:sz w:val="20"/>
          <w:szCs w:val="20"/>
        </w:rPr>
        <w:t xml:space="preserve"> Jihlava</w:t>
      </w:r>
    </w:p>
    <w:p w14:paraId="46804712" w14:textId="77777777" w:rsidR="00F147DC" w:rsidRPr="002D52B9" w:rsidRDefault="00F147DC" w:rsidP="00F147DC">
      <w:pPr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2D52B9">
        <w:rPr>
          <w:rFonts w:ascii="Arial" w:hAnsi="Arial" w:cs="Arial"/>
          <w:b/>
          <w:sz w:val="24"/>
          <w:szCs w:val="24"/>
        </w:rPr>
        <w:t>Žádost o vydání závazného stanoviska/rozhodnutí</w:t>
      </w:r>
    </w:p>
    <w:p w14:paraId="4233556E" w14:textId="77777777" w:rsidR="001D2521" w:rsidRDefault="002D52B9" w:rsidP="001D2521">
      <w:pPr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2D52B9">
        <w:rPr>
          <w:rFonts w:ascii="Arial" w:hAnsi="Arial" w:cs="Arial"/>
          <w:b/>
          <w:sz w:val="16"/>
          <w:szCs w:val="16"/>
        </w:rPr>
        <w:t>dle zákona č. 20/1987 Sb., o státní památkové péči</w:t>
      </w:r>
      <w:r w:rsidR="001D2521">
        <w:rPr>
          <w:rFonts w:ascii="Arial" w:hAnsi="Arial" w:cs="Arial"/>
          <w:b/>
          <w:sz w:val="16"/>
          <w:szCs w:val="16"/>
        </w:rPr>
        <w:t>,</w:t>
      </w:r>
      <w:r w:rsidRPr="002D52B9">
        <w:rPr>
          <w:rFonts w:ascii="Arial" w:hAnsi="Arial" w:cs="Arial"/>
          <w:b/>
          <w:sz w:val="16"/>
          <w:szCs w:val="16"/>
        </w:rPr>
        <w:t xml:space="preserve"> ve znění pozdějších předpisů</w:t>
      </w:r>
      <w:r w:rsidR="001D2521">
        <w:rPr>
          <w:rFonts w:ascii="Arial" w:hAnsi="Arial" w:cs="Arial"/>
          <w:b/>
          <w:sz w:val="16"/>
          <w:szCs w:val="16"/>
        </w:rPr>
        <w:t xml:space="preserve"> </w:t>
      </w:r>
    </w:p>
    <w:p w14:paraId="46613946" w14:textId="77777777" w:rsidR="002D52B9" w:rsidRPr="002D52B9" w:rsidRDefault="001D2521" w:rsidP="00F147DC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 zákona č. 500/2004 Sb., správní řád, ve znění pozdějších předpisů</w:t>
      </w:r>
    </w:p>
    <w:p w14:paraId="1ADF03E1" w14:textId="77777777" w:rsidR="002D52B9" w:rsidRDefault="00AE629E">
      <w:pPr>
        <w:rPr>
          <w:rFonts w:ascii="Arial" w:hAnsi="Arial" w:cs="Arial"/>
          <w:b/>
          <w:sz w:val="20"/>
          <w:szCs w:val="20"/>
        </w:rPr>
      </w:pPr>
      <w:r w:rsidRPr="00F147DC">
        <w:rPr>
          <w:rFonts w:ascii="Arial" w:hAnsi="Arial" w:cs="Arial"/>
          <w:b/>
          <w:sz w:val="20"/>
          <w:szCs w:val="20"/>
        </w:rPr>
        <w:t>Žadatel</w:t>
      </w:r>
      <w:r>
        <w:rPr>
          <w:rFonts w:ascii="Arial" w:hAnsi="Arial" w:cs="Arial"/>
          <w:b/>
          <w:sz w:val="20"/>
          <w:szCs w:val="20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4"/>
        <w:gridCol w:w="1952"/>
        <w:gridCol w:w="1840"/>
        <w:gridCol w:w="192"/>
        <w:gridCol w:w="1504"/>
      </w:tblGrid>
      <w:tr w:rsidR="00620777" w:rsidRPr="00B0244D" w14:paraId="284C2141" w14:textId="77777777" w:rsidTr="00070B5F">
        <w:trPr>
          <w:trHeight w:val="407"/>
        </w:trPr>
        <w:tc>
          <w:tcPr>
            <w:tcW w:w="3574" w:type="dxa"/>
          </w:tcPr>
          <w:p w14:paraId="78A49338" w14:textId="77777777" w:rsidR="00620777" w:rsidRPr="00AE629E" w:rsidRDefault="00620777" w:rsidP="00AE62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52" w:type="dxa"/>
            <w:vAlign w:val="center"/>
          </w:tcPr>
          <w:p w14:paraId="5CB0CC4B" w14:textId="77777777" w:rsidR="00620777" w:rsidRPr="00F744E7" w:rsidRDefault="00620777" w:rsidP="00070B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744E7">
              <w:rPr>
                <w:rFonts w:ascii="Arial" w:hAnsi="Arial" w:cs="Arial"/>
                <w:sz w:val="18"/>
                <w:szCs w:val="18"/>
              </w:rPr>
              <w:t xml:space="preserve">Fyzická osoba </w:t>
            </w:r>
          </w:p>
        </w:tc>
        <w:tc>
          <w:tcPr>
            <w:tcW w:w="2032" w:type="dxa"/>
            <w:gridSpan w:val="2"/>
            <w:vAlign w:val="center"/>
          </w:tcPr>
          <w:p w14:paraId="059A4A51" w14:textId="77777777" w:rsidR="00620777" w:rsidRPr="00F744E7" w:rsidRDefault="00620777" w:rsidP="00070B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744E7">
              <w:rPr>
                <w:rFonts w:ascii="Arial" w:hAnsi="Arial" w:cs="Arial"/>
                <w:sz w:val="18"/>
                <w:szCs w:val="18"/>
              </w:rPr>
              <w:t>Fyz</w:t>
            </w:r>
            <w:proofErr w:type="spellEnd"/>
            <w:r w:rsidRPr="00F744E7">
              <w:rPr>
                <w:rFonts w:ascii="Arial" w:hAnsi="Arial" w:cs="Arial"/>
                <w:sz w:val="18"/>
                <w:szCs w:val="18"/>
              </w:rPr>
              <w:t xml:space="preserve">. osoba podnikající (záměr souvisí s její podnik. </w:t>
            </w:r>
            <w:proofErr w:type="gramStart"/>
            <w:r w:rsidRPr="00F744E7">
              <w:rPr>
                <w:rFonts w:ascii="Arial" w:hAnsi="Arial" w:cs="Arial"/>
                <w:sz w:val="18"/>
                <w:szCs w:val="18"/>
              </w:rPr>
              <w:t>činností</w:t>
            </w:r>
            <w:proofErr w:type="gramEnd"/>
            <w:r w:rsidRPr="00F744E7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04" w:type="dxa"/>
            <w:vAlign w:val="center"/>
          </w:tcPr>
          <w:p w14:paraId="0B21BC94" w14:textId="06C3E8E8" w:rsidR="00620777" w:rsidRPr="00F744E7" w:rsidRDefault="00620777" w:rsidP="00070B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744E7">
              <w:rPr>
                <w:rFonts w:ascii="Arial" w:hAnsi="Arial" w:cs="Arial"/>
                <w:sz w:val="18"/>
                <w:szCs w:val="18"/>
              </w:rPr>
              <w:t>Právnická osoba</w:t>
            </w:r>
            <w:r w:rsidR="00070B5F" w:rsidRPr="00F744E7">
              <w:rPr>
                <w:rStyle w:val="Znakapoznpodarou"/>
                <w:rFonts w:ascii="Arial" w:hAnsi="Arial" w:cs="Arial"/>
                <w:sz w:val="18"/>
                <w:szCs w:val="18"/>
              </w:rPr>
              <w:footnoteReference w:id="1"/>
            </w:r>
          </w:p>
        </w:tc>
      </w:tr>
      <w:tr w:rsidR="00D16665" w:rsidRPr="00B0244D" w14:paraId="5B558E5F" w14:textId="77777777" w:rsidTr="00F744E7">
        <w:trPr>
          <w:trHeight w:val="420"/>
        </w:trPr>
        <w:tc>
          <w:tcPr>
            <w:tcW w:w="3574" w:type="dxa"/>
            <w:vAlign w:val="center"/>
          </w:tcPr>
          <w:p w14:paraId="0BA489E4" w14:textId="6D32D784" w:rsidR="00AE629E" w:rsidRDefault="00AE629E" w:rsidP="0062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Vlastník/správce/</w:t>
            </w:r>
            <w:r w:rsidR="00075C7A">
              <w:rPr>
                <w:rFonts w:ascii="Arial" w:hAnsi="Arial" w:cs="Arial"/>
                <w:sz w:val="20"/>
                <w:szCs w:val="20"/>
              </w:rPr>
              <w:t>uživatel</w:t>
            </w:r>
            <w:r w:rsidR="0076339C">
              <w:rPr>
                <w:rFonts w:ascii="Arial" w:hAnsi="Arial" w:cs="Arial"/>
                <w:sz w:val="20"/>
                <w:szCs w:val="20"/>
              </w:rPr>
              <w:t>/zmocněnec</w:t>
            </w:r>
          </w:p>
          <w:p w14:paraId="424AAA0C" w14:textId="77777777" w:rsidR="00AE629E" w:rsidRPr="00B0244D" w:rsidRDefault="00AE629E" w:rsidP="0062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(jméno, příjmení/n</w:t>
            </w:r>
            <w:r w:rsidR="000E503F" w:rsidRPr="00B0244D">
              <w:rPr>
                <w:rFonts w:ascii="Arial" w:hAnsi="Arial" w:cs="Arial"/>
                <w:sz w:val="20"/>
                <w:szCs w:val="20"/>
              </w:rPr>
              <w:t>ázev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488" w:type="dxa"/>
            <w:gridSpan w:val="4"/>
            <w:vAlign w:val="center"/>
          </w:tcPr>
          <w:p w14:paraId="4CAA5332" w14:textId="294404CD" w:rsidR="005248A4" w:rsidRDefault="009A6444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Zbyněk Pecina</w:t>
            </w:r>
          </w:p>
          <w:p w14:paraId="1EF29547" w14:textId="71B23987" w:rsidR="000E503F" w:rsidRPr="00B0244D" w:rsidRDefault="000E503F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39C" w:rsidRPr="00B0244D" w14:paraId="0E9DE8C4" w14:textId="77777777" w:rsidTr="00F744E7">
        <w:trPr>
          <w:trHeight w:val="420"/>
        </w:trPr>
        <w:tc>
          <w:tcPr>
            <w:tcW w:w="3574" w:type="dxa"/>
            <w:vAlign w:val="center"/>
          </w:tcPr>
          <w:p w14:paraId="7C43BA95" w14:textId="1298D0F5" w:rsidR="0076339C" w:rsidRDefault="0076339C" w:rsidP="0062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Adresa trvalého</w:t>
            </w:r>
            <w:r w:rsidRPr="00B0244D">
              <w:rPr>
                <w:rFonts w:ascii="Arial" w:hAnsi="Arial" w:cs="Arial"/>
                <w:sz w:val="20"/>
                <w:szCs w:val="20"/>
              </w:rPr>
              <w:t xml:space="preserve"> pobytu/</w:t>
            </w:r>
            <w:r w:rsidR="00075C7A">
              <w:rPr>
                <w:rFonts w:ascii="Arial" w:hAnsi="Arial" w:cs="Arial"/>
                <w:sz w:val="20"/>
                <w:szCs w:val="20"/>
              </w:rPr>
              <w:t>s</w:t>
            </w:r>
            <w:r w:rsidRPr="00B0244D">
              <w:rPr>
                <w:rFonts w:ascii="Arial" w:hAnsi="Arial" w:cs="Arial"/>
                <w:sz w:val="20"/>
                <w:szCs w:val="20"/>
              </w:rPr>
              <w:t>ídlo</w:t>
            </w:r>
            <w:r w:rsidR="00075C7A">
              <w:rPr>
                <w:rFonts w:ascii="Arial" w:hAnsi="Arial" w:cs="Arial"/>
                <w:sz w:val="20"/>
                <w:szCs w:val="20"/>
              </w:rPr>
              <w:t xml:space="preserve"> společnosti</w:t>
            </w:r>
          </w:p>
        </w:tc>
        <w:tc>
          <w:tcPr>
            <w:tcW w:w="5488" w:type="dxa"/>
            <w:gridSpan w:val="4"/>
            <w:vAlign w:val="center"/>
          </w:tcPr>
          <w:p w14:paraId="16C71C98" w14:textId="3754321B" w:rsidR="008C22D0" w:rsidRDefault="009A6444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Beranovec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27, 588 33 Suchá</w:t>
            </w:r>
          </w:p>
          <w:p w14:paraId="4D59F1CB" w14:textId="5D55D9FD" w:rsidR="008C22D0" w:rsidRPr="00B0244D" w:rsidRDefault="008C22D0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65" w:rsidRPr="00B0244D" w14:paraId="55A6448C" w14:textId="77777777" w:rsidTr="00F744E7">
        <w:trPr>
          <w:trHeight w:val="407"/>
        </w:trPr>
        <w:tc>
          <w:tcPr>
            <w:tcW w:w="3574" w:type="dxa"/>
            <w:vAlign w:val="center"/>
          </w:tcPr>
          <w:p w14:paraId="5AF76FE2" w14:textId="77777777" w:rsidR="00D16665" w:rsidRPr="00B0244D" w:rsidRDefault="000E503F" w:rsidP="0062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Doručovací adresa, je-li odlišná</w:t>
            </w:r>
          </w:p>
        </w:tc>
        <w:tc>
          <w:tcPr>
            <w:tcW w:w="5488" w:type="dxa"/>
            <w:gridSpan w:val="4"/>
            <w:vAlign w:val="center"/>
          </w:tcPr>
          <w:p w14:paraId="618C1248" w14:textId="77777777" w:rsidR="00D16665" w:rsidRPr="00B0244D" w:rsidRDefault="00D16665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65" w:rsidRPr="00B0244D" w14:paraId="5BFEAEF3" w14:textId="77777777" w:rsidTr="00F744E7">
        <w:trPr>
          <w:trHeight w:val="420"/>
        </w:trPr>
        <w:tc>
          <w:tcPr>
            <w:tcW w:w="3574" w:type="dxa"/>
            <w:vAlign w:val="center"/>
          </w:tcPr>
          <w:p w14:paraId="66A09A61" w14:textId="77777777" w:rsidR="00D16665" w:rsidRPr="00B0244D" w:rsidRDefault="000E503F" w:rsidP="0062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Datum narození/IČ</w:t>
            </w:r>
          </w:p>
        </w:tc>
        <w:tc>
          <w:tcPr>
            <w:tcW w:w="5488" w:type="dxa"/>
            <w:gridSpan w:val="4"/>
            <w:vAlign w:val="center"/>
          </w:tcPr>
          <w:p w14:paraId="3A4F6E2E" w14:textId="382C4B75" w:rsidR="00D16665" w:rsidRDefault="00D16665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42A69E" w14:textId="48165E17" w:rsidR="000E503F" w:rsidRPr="00B0244D" w:rsidRDefault="009A6444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64348296</w:t>
            </w:r>
          </w:p>
        </w:tc>
      </w:tr>
      <w:tr w:rsidR="00D16665" w:rsidRPr="00B0244D" w14:paraId="15369D4A" w14:textId="77777777" w:rsidTr="00F744E7">
        <w:trPr>
          <w:trHeight w:val="407"/>
        </w:trPr>
        <w:tc>
          <w:tcPr>
            <w:tcW w:w="3574" w:type="dxa"/>
            <w:vAlign w:val="center"/>
          </w:tcPr>
          <w:p w14:paraId="5F4DA4A3" w14:textId="0C0D47FE" w:rsidR="000E12D7" w:rsidRPr="00B0244D" w:rsidRDefault="000E503F" w:rsidP="0062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Kontakt (tel., e-mail)</w:t>
            </w:r>
          </w:p>
        </w:tc>
        <w:tc>
          <w:tcPr>
            <w:tcW w:w="5488" w:type="dxa"/>
            <w:gridSpan w:val="4"/>
            <w:vAlign w:val="center"/>
          </w:tcPr>
          <w:p w14:paraId="3DBBA2D2" w14:textId="77777777" w:rsidR="009A6444" w:rsidRPr="009A6444" w:rsidRDefault="009A6444" w:rsidP="009A644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9A6444">
              <w:rPr>
                <w:rFonts w:ascii="Arial" w:hAnsi="Arial" w:cs="Arial"/>
                <w:sz w:val="20"/>
                <w:szCs w:val="20"/>
              </w:rPr>
              <w:t xml:space="preserve">Ing. Zbyněk Pecina, tel: 608769544, </w:t>
            </w:r>
            <w:r w:rsidRPr="009A6444">
              <w:rPr>
                <w:rFonts w:ascii="Arial" w:hAnsi="Arial" w:cs="Arial"/>
                <w:sz w:val="20"/>
                <w:szCs w:val="20"/>
                <w:lang w:eastAsia="cs-CZ"/>
              </w:rPr>
              <w:t>zbyndapecina@seznam.cz</w:t>
            </w:r>
          </w:p>
          <w:p w14:paraId="063E0AF2" w14:textId="4ED512DA" w:rsidR="000E503F" w:rsidRPr="009A6444" w:rsidRDefault="000E503F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266BE" w:rsidRPr="00B0244D" w14:paraId="3AC9B2DB" w14:textId="77777777" w:rsidTr="00075C7A">
        <w:trPr>
          <w:trHeight w:val="407"/>
        </w:trPr>
        <w:tc>
          <w:tcPr>
            <w:tcW w:w="5526" w:type="dxa"/>
            <w:gridSpan w:val="2"/>
            <w:vAlign w:val="center"/>
          </w:tcPr>
          <w:p w14:paraId="29F7E42F" w14:textId="0C302F41" w:rsidR="006266BE" w:rsidRPr="00B0244D" w:rsidRDefault="00075C7A" w:rsidP="0062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</w:t>
            </w:r>
            <w:r w:rsidR="006266BE">
              <w:rPr>
                <w:rFonts w:ascii="Arial" w:hAnsi="Arial" w:cs="Arial"/>
                <w:sz w:val="20"/>
                <w:szCs w:val="20"/>
              </w:rPr>
              <w:t xml:space="preserve">ádost o doručování na el.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6266BE">
              <w:rPr>
                <w:rFonts w:ascii="Arial" w:hAnsi="Arial" w:cs="Arial"/>
                <w:sz w:val="20"/>
                <w:szCs w:val="20"/>
              </w:rPr>
              <w:t>dresu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, email </w:t>
            </w:r>
            <w:r w:rsidR="006266BE">
              <w:rPr>
                <w:rFonts w:ascii="Arial" w:hAnsi="Arial" w:cs="Arial"/>
                <w:sz w:val="20"/>
                <w:szCs w:val="20"/>
              </w:rPr>
              <w:t xml:space="preserve">v průběhu řízení </w:t>
            </w:r>
            <w:r w:rsidR="00070B5F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2"/>
            </w:r>
            <w:r w:rsidR="006266BE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840" w:type="dxa"/>
            <w:vAlign w:val="center"/>
          </w:tcPr>
          <w:p w14:paraId="25F99C71" w14:textId="5A8AB94E" w:rsidR="006266BE" w:rsidRPr="00020BC8" w:rsidRDefault="00075C7A" w:rsidP="00075C7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0BC8">
              <w:rPr>
                <w:rFonts w:ascii="Arial" w:hAnsi="Arial" w:cs="Arial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696" w:type="dxa"/>
            <w:gridSpan w:val="2"/>
            <w:vAlign w:val="center"/>
          </w:tcPr>
          <w:p w14:paraId="4C858EF2" w14:textId="20C8E9B6" w:rsidR="006266BE" w:rsidRPr="00020BC8" w:rsidRDefault="00075C7A" w:rsidP="00075C7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20BC8">
              <w:rPr>
                <w:rFonts w:ascii="Arial" w:hAnsi="Arial" w:cs="Arial"/>
                <w:b/>
                <w:bCs/>
                <w:sz w:val="20"/>
                <w:szCs w:val="20"/>
              </w:rPr>
              <w:t>NE</w:t>
            </w:r>
          </w:p>
        </w:tc>
      </w:tr>
      <w:tr w:rsidR="00D16665" w:rsidRPr="00B0244D" w14:paraId="3100A52C" w14:textId="77777777" w:rsidTr="00F744E7">
        <w:trPr>
          <w:trHeight w:val="420"/>
        </w:trPr>
        <w:tc>
          <w:tcPr>
            <w:tcW w:w="3574" w:type="dxa"/>
            <w:vAlign w:val="center"/>
          </w:tcPr>
          <w:p w14:paraId="6B3CDC46" w14:textId="134BE506" w:rsidR="00D16665" w:rsidRPr="00B0244D" w:rsidRDefault="000E503F" w:rsidP="0062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 xml:space="preserve">Oprávněná osoba u práv. </w:t>
            </w:r>
            <w:proofErr w:type="gramStart"/>
            <w:r w:rsidRPr="00B0244D">
              <w:rPr>
                <w:rFonts w:ascii="Arial" w:hAnsi="Arial" w:cs="Arial"/>
                <w:sz w:val="20"/>
                <w:szCs w:val="20"/>
              </w:rPr>
              <w:t>osob</w:t>
            </w:r>
            <w:proofErr w:type="gramEnd"/>
            <w:r w:rsidRPr="00B0244D">
              <w:rPr>
                <w:rFonts w:ascii="Arial" w:hAnsi="Arial" w:cs="Arial"/>
                <w:sz w:val="20"/>
                <w:szCs w:val="20"/>
              </w:rPr>
              <w:t xml:space="preserve"> (st</w:t>
            </w:r>
            <w:r w:rsidR="00BC0943">
              <w:rPr>
                <w:rFonts w:ascii="Arial" w:hAnsi="Arial" w:cs="Arial"/>
                <w:sz w:val="20"/>
                <w:szCs w:val="20"/>
              </w:rPr>
              <w:t xml:space="preserve">atutární </w:t>
            </w:r>
            <w:r w:rsidRPr="00B0244D">
              <w:rPr>
                <w:rFonts w:ascii="Arial" w:hAnsi="Arial" w:cs="Arial"/>
                <w:sz w:val="20"/>
                <w:szCs w:val="20"/>
              </w:rPr>
              <w:t>orgán)</w:t>
            </w:r>
          </w:p>
        </w:tc>
        <w:tc>
          <w:tcPr>
            <w:tcW w:w="5488" w:type="dxa"/>
            <w:gridSpan w:val="4"/>
            <w:vAlign w:val="center"/>
          </w:tcPr>
          <w:p w14:paraId="49FF5E72" w14:textId="77777777" w:rsidR="00D16665" w:rsidRDefault="00D16665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DB52B5" w14:textId="1B6DC37B" w:rsidR="008C22D0" w:rsidRPr="00B0244D" w:rsidRDefault="008C22D0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91679B" w14:textId="430F920B" w:rsidR="002D52B9" w:rsidRPr="00020BC8" w:rsidRDefault="006636F3" w:rsidP="00020BC8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žadatelem</w:t>
      </w:r>
      <w:r w:rsidRPr="006636F3">
        <w:rPr>
          <w:rFonts w:ascii="Arial" w:hAnsi="Arial" w:cs="Arial"/>
          <w:color w:val="000000"/>
          <w:sz w:val="16"/>
          <w:szCs w:val="16"/>
        </w:rPr>
        <w:t xml:space="preserve"> všichni vlastníci, případně správce či uživatel dotčené nemovitosti (tento vztah </w:t>
      </w:r>
      <w:r>
        <w:rPr>
          <w:rFonts w:ascii="Arial" w:hAnsi="Arial" w:cs="Arial"/>
          <w:color w:val="000000"/>
          <w:sz w:val="16"/>
          <w:szCs w:val="16"/>
        </w:rPr>
        <w:t>nutno doložit</w:t>
      </w:r>
      <w:r w:rsidRPr="006636F3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–</w:t>
      </w:r>
      <w:r w:rsidRPr="006636F3">
        <w:rPr>
          <w:rFonts w:ascii="Arial" w:hAnsi="Arial" w:cs="Arial"/>
          <w:color w:val="000000"/>
          <w:sz w:val="16"/>
          <w:szCs w:val="16"/>
        </w:rPr>
        <w:t xml:space="preserve"> n</w:t>
      </w:r>
      <w:r>
        <w:rPr>
          <w:rFonts w:ascii="Arial" w:hAnsi="Arial" w:cs="Arial"/>
          <w:color w:val="000000"/>
          <w:sz w:val="16"/>
          <w:szCs w:val="16"/>
        </w:rPr>
        <w:t>apř. nájemní smlouvou</w:t>
      </w:r>
      <w:r w:rsidR="00020BC8">
        <w:rPr>
          <w:rFonts w:ascii="Arial" w:hAnsi="Arial" w:cs="Arial"/>
          <w:color w:val="000000"/>
          <w:sz w:val="16"/>
          <w:szCs w:val="16"/>
        </w:rPr>
        <w:t>, plnou mocí</w:t>
      </w:r>
      <w:r>
        <w:rPr>
          <w:rFonts w:ascii="Arial" w:hAnsi="Arial" w:cs="Arial"/>
          <w:color w:val="000000"/>
          <w:sz w:val="16"/>
          <w:szCs w:val="16"/>
        </w:rPr>
        <w:t>); pokud více žadatelů, nutno uvést na samostatném listu</w:t>
      </w:r>
    </w:p>
    <w:p w14:paraId="7F409B3E" w14:textId="77777777" w:rsidR="000E503F" w:rsidRPr="00F147DC" w:rsidRDefault="00F147DC">
      <w:pPr>
        <w:rPr>
          <w:rFonts w:ascii="Arial" w:hAnsi="Arial" w:cs="Arial"/>
          <w:b/>
          <w:sz w:val="20"/>
          <w:szCs w:val="20"/>
        </w:rPr>
      </w:pPr>
      <w:r w:rsidRPr="00F147DC">
        <w:rPr>
          <w:rFonts w:ascii="Arial" w:hAnsi="Arial" w:cs="Arial"/>
          <w:b/>
          <w:sz w:val="20"/>
          <w:szCs w:val="20"/>
        </w:rPr>
        <w:t>Nemovitost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1314"/>
        <w:gridCol w:w="1315"/>
        <w:gridCol w:w="1314"/>
        <w:gridCol w:w="1315"/>
        <w:gridCol w:w="1315"/>
      </w:tblGrid>
      <w:tr w:rsidR="00020BC8" w:rsidRPr="00B0244D" w14:paraId="06FBEC79" w14:textId="77777777" w:rsidTr="00020BC8">
        <w:trPr>
          <w:trHeight w:val="236"/>
        </w:trPr>
        <w:tc>
          <w:tcPr>
            <w:tcW w:w="2489" w:type="dxa"/>
          </w:tcPr>
          <w:p w14:paraId="6C90A171" w14:textId="675D9EC2" w:rsidR="00020BC8" w:rsidRPr="00B0244D" w:rsidRDefault="00020BC8" w:rsidP="00B024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Umístění objektu</w:t>
            </w:r>
            <w:r w:rsidR="00070B5F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1314" w:type="dxa"/>
            <w:vAlign w:val="center"/>
          </w:tcPr>
          <w:p w14:paraId="293E4440" w14:textId="01DA5DEE" w:rsidR="00020BC8" w:rsidRPr="009A6444" w:rsidRDefault="00020BC8" w:rsidP="00020B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</w:rPr>
            </w:pPr>
            <w:r w:rsidRPr="009A6444">
              <w:rPr>
                <w:rFonts w:ascii="Arial" w:hAnsi="Arial" w:cs="Arial"/>
                <w:b/>
                <w:bCs/>
                <w:strike/>
                <w:sz w:val="20"/>
                <w:szCs w:val="20"/>
              </w:rPr>
              <w:t>MPR</w:t>
            </w:r>
          </w:p>
        </w:tc>
        <w:tc>
          <w:tcPr>
            <w:tcW w:w="1315" w:type="dxa"/>
            <w:vAlign w:val="center"/>
          </w:tcPr>
          <w:p w14:paraId="54CD228A" w14:textId="4F4F4AF7" w:rsidR="00020BC8" w:rsidRPr="009A6444" w:rsidRDefault="00020BC8" w:rsidP="00020B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9A644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OP MPR</w:t>
            </w:r>
          </w:p>
        </w:tc>
        <w:tc>
          <w:tcPr>
            <w:tcW w:w="1314" w:type="dxa"/>
            <w:vAlign w:val="center"/>
          </w:tcPr>
          <w:p w14:paraId="5CB2F96C" w14:textId="4235E80B" w:rsidR="00020BC8" w:rsidRPr="009A6444" w:rsidRDefault="00020BC8" w:rsidP="00020B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</w:rPr>
            </w:pPr>
            <w:r w:rsidRPr="009A6444">
              <w:rPr>
                <w:rFonts w:ascii="Arial" w:hAnsi="Arial" w:cs="Arial"/>
                <w:b/>
                <w:bCs/>
                <w:strike/>
                <w:sz w:val="20"/>
                <w:szCs w:val="20"/>
              </w:rPr>
              <w:t>MPZ</w:t>
            </w:r>
          </w:p>
        </w:tc>
        <w:tc>
          <w:tcPr>
            <w:tcW w:w="1315" w:type="dxa"/>
            <w:vAlign w:val="center"/>
          </w:tcPr>
          <w:p w14:paraId="591796A6" w14:textId="11AFF39F" w:rsidR="00020BC8" w:rsidRPr="009A6444" w:rsidRDefault="00020BC8" w:rsidP="00020B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</w:rPr>
            </w:pPr>
            <w:r w:rsidRPr="009A6444">
              <w:rPr>
                <w:rFonts w:ascii="Arial" w:hAnsi="Arial" w:cs="Arial"/>
                <w:b/>
                <w:bCs/>
                <w:strike/>
                <w:sz w:val="20"/>
                <w:szCs w:val="20"/>
              </w:rPr>
              <w:t>OPMPZ</w:t>
            </w:r>
          </w:p>
        </w:tc>
        <w:tc>
          <w:tcPr>
            <w:tcW w:w="1315" w:type="dxa"/>
            <w:vAlign w:val="center"/>
          </w:tcPr>
          <w:p w14:paraId="038E5913" w14:textId="315213E8" w:rsidR="00020BC8" w:rsidRPr="009A6444" w:rsidRDefault="00020BC8" w:rsidP="00020B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</w:rPr>
            </w:pPr>
            <w:r w:rsidRPr="009A6444">
              <w:rPr>
                <w:rFonts w:ascii="Arial" w:hAnsi="Arial" w:cs="Arial"/>
                <w:b/>
                <w:bCs/>
                <w:strike/>
                <w:sz w:val="20"/>
                <w:szCs w:val="20"/>
              </w:rPr>
              <w:t>ORP</w:t>
            </w:r>
          </w:p>
        </w:tc>
      </w:tr>
      <w:tr w:rsidR="00F147DC" w:rsidRPr="00B0244D" w14:paraId="7541D87F" w14:textId="77777777" w:rsidTr="00F744E7">
        <w:trPr>
          <w:trHeight w:val="393"/>
        </w:trPr>
        <w:tc>
          <w:tcPr>
            <w:tcW w:w="2489" w:type="dxa"/>
            <w:vAlign w:val="center"/>
          </w:tcPr>
          <w:p w14:paraId="09AB84C6" w14:textId="2042F076" w:rsidR="00F147DC" w:rsidRPr="00B0244D" w:rsidRDefault="00F147DC" w:rsidP="00020B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Typ objektu (dům, kostel, most</w:t>
            </w:r>
            <w:r w:rsidR="00020BC8">
              <w:rPr>
                <w:rFonts w:ascii="Arial" w:hAnsi="Arial" w:cs="Arial"/>
                <w:sz w:val="20"/>
                <w:szCs w:val="20"/>
              </w:rPr>
              <w:t>, kaple, boží muka</w:t>
            </w:r>
            <w:r w:rsidRPr="00B0244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573" w:type="dxa"/>
            <w:gridSpan w:val="5"/>
            <w:vAlign w:val="center"/>
          </w:tcPr>
          <w:p w14:paraId="783DC880" w14:textId="0BB91AA3" w:rsidR="00851B3A" w:rsidRPr="00B0244D" w:rsidRDefault="009A6444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A6444">
              <w:rPr>
                <w:rFonts w:ascii="Arial" w:hAnsi="Arial" w:cs="Arial"/>
                <w:sz w:val="20"/>
                <w:szCs w:val="20"/>
              </w:rPr>
              <w:t>Úprava VO v parku za OD, Jihlava</w:t>
            </w:r>
            <w:bookmarkStart w:id="0" w:name="_GoBack"/>
            <w:bookmarkEnd w:id="0"/>
          </w:p>
        </w:tc>
      </w:tr>
      <w:tr w:rsidR="00F147DC" w:rsidRPr="00B0244D" w14:paraId="79A0CE78" w14:textId="77777777" w:rsidTr="00F744E7">
        <w:trPr>
          <w:trHeight w:val="332"/>
        </w:trPr>
        <w:tc>
          <w:tcPr>
            <w:tcW w:w="2489" w:type="dxa"/>
            <w:vAlign w:val="center"/>
          </w:tcPr>
          <w:p w14:paraId="7A1B8608" w14:textId="22C0E9DC" w:rsidR="00F147DC" w:rsidRPr="00B0244D" w:rsidRDefault="0076339C" w:rsidP="00020B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Město</w:t>
            </w:r>
            <w:r w:rsidR="008C1E37">
              <w:rPr>
                <w:rFonts w:ascii="Arial" w:hAnsi="Arial" w:cs="Arial"/>
                <w:sz w:val="20"/>
                <w:szCs w:val="20"/>
              </w:rPr>
              <w:t>/obec</w:t>
            </w:r>
          </w:p>
        </w:tc>
        <w:tc>
          <w:tcPr>
            <w:tcW w:w="6573" w:type="dxa"/>
            <w:gridSpan w:val="5"/>
            <w:vAlign w:val="center"/>
          </w:tcPr>
          <w:p w14:paraId="0CF1D187" w14:textId="77777777" w:rsidR="00F147DC" w:rsidRPr="00B0244D" w:rsidRDefault="00F147DC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FFDBD2" w14:textId="74F7DD69" w:rsidR="00851B3A" w:rsidRPr="00B0244D" w:rsidRDefault="0050665E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Jihlava</w:t>
            </w:r>
          </w:p>
        </w:tc>
      </w:tr>
      <w:tr w:rsidR="00F147DC" w:rsidRPr="00B0244D" w14:paraId="6FB550A6" w14:textId="77777777" w:rsidTr="00F744E7">
        <w:trPr>
          <w:trHeight w:val="393"/>
        </w:trPr>
        <w:tc>
          <w:tcPr>
            <w:tcW w:w="2489" w:type="dxa"/>
            <w:vAlign w:val="center"/>
          </w:tcPr>
          <w:p w14:paraId="291DC0DD" w14:textId="77777777" w:rsidR="00F147DC" w:rsidRPr="00B0244D" w:rsidRDefault="00F147DC" w:rsidP="00020B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Ulice, č. orientační</w:t>
            </w:r>
          </w:p>
        </w:tc>
        <w:tc>
          <w:tcPr>
            <w:tcW w:w="6573" w:type="dxa"/>
            <w:gridSpan w:val="5"/>
            <w:vAlign w:val="center"/>
          </w:tcPr>
          <w:p w14:paraId="757CAE15" w14:textId="77777777" w:rsidR="00F147DC" w:rsidRPr="00B0244D" w:rsidRDefault="00F147DC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B2F46A0" w14:textId="70A60546" w:rsidR="00851B3A" w:rsidRPr="00B0244D" w:rsidRDefault="003445C9" w:rsidP="009A644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9A6444">
              <w:rPr>
                <w:rFonts w:ascii="Arial" w:hAnsi="Arial" w:cs="Arial"/>
                <w:sz w:val="20"/>
                <w:szCs w:val="20"/>
              </w:rPr>
              <w:t>Tyršova – park za OD</w:t>
            </w:r>
            <w:r w:rsidR="0050665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147DC" w:rsidRPr="00B0244D" w14:paraId="12EB4275" w14:textId="77777777" w:rsidTr="00F744E7">
        <w:trPr>
          <w:trHeight w:val="393"/>
        </w:trPr>
        <w:tc>
          <w:tcPr>
            <w:tcW w:w="2489" w:type="dxa"/>
            <w:vAlign w:val="center"/>
          </w:tcPr>
          <w:p w14:paraId="19E3D90F" w14:textId="77777777" w:rsidR="00F147DC" w:rsidRPr="00B0244D" w:rsidRDefault="00F147DC" w:rsidP="00020B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Číslo popisné</w:t>
            </w:r>
          </w:p>
        </w:tc>
        <w:tc>
          <w:tcPr>
            <w:tcW w:w="6573" w:type="dxa"/>
            <w:gridSpan w:val="5"/>
            <w:vAlign w:val="center"/>
          </w:tcPr>
          <w:p w14:paraId="550AC587" w14:textId="77777777" w:rsidR="00F147DC" w:rsidRPr="00B0244D" w:rsidRDefault="00F147DC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948A4E9" w14:textId="76A0B528" w:rsidR="00851B3A" w:rsidRPr="00B0244D" w:rsidRDefault="00851B3A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7DC" w:rsidRPr="00B0244D" w14:paraId="13DA1973" w14:textId="77777777" w:rsidTr="00F744E7">
        <w:trPr>
          <w:trHeight w:val="407"/>
        </w:trPr>
        <w:tc>
          <w:tcPr>
            <w:tcW w:w="2489" w:type="dxa"/>
            <w:vAlign w:val="center"/>
          </w:tcPr>
          <w:p w14:paraId="666144BD" w14:textId="77777777" w:rsidR="00F147DC" w:rsidRPr="00B0244D" w:rsidRDefault="00851B3A" w:rsidP="00020B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Číslo parcelní</w:t>
            </w:r>
          </w:p>
        </w:tc>
        <w:tc>
          <w:tcPr>
            <w:tcW w:w="6573" w:type="dxa"/>
            <w:gridSpan w:val="5"/>
            <w:vAlign w:val="center"/>
          </w:tcPr>
          <w:p w14:paraId="3C96F661" w14:textId="77777777" w:rsidR="00F147DC" w:rsidRPr="00B0244D" w:rsidRDefault="00F147DC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76BA6A" w14:textId="1BEB8955" w:rsidR="00851B3A" w:rsidRPr="00B0244D" w:rsidRDefault="009A6444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3007</w:t>
            </w:r>
          </w:p>
        </w:tc>
      </w:tr>
      <w:tr w:rsidR="0076339C" w:rsidRPr="00B0244D" w14:paraId="6D8C1C2F" w14:textId="77777777" w:rsidTr="00F744E7">
        <w:trPr>
          <w:trHeight w:val="407"/>
        </w:trPr>
        <w:tc>
          <w:tcPr>
            <w:tcW w:w="2489" w:type="dxa"/>
            <w:vAlign w:val="center"/>
          </w:tcPr>
          <w:p w14:paraId="310F194F" w14:textId="77777777" w:rsidR="0076339C" w:rsidRPr="00B0244D" w:rsidRDefault="0076339C" w:rsidP="00020B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Katastrální území</w:t>
            </w:r>
          </w:p>
        </w:tc>
        <w:tc>
          <w:tcPr>
            <w:tcW w:w="6573" w:type="dxa"/>
            <w:gridSpan w:val="5"/>
            <w:vAlign w:val="center"/>
          </w:tcPr>
          <w:p w14:paraId="7996C929" w14:textId="77777777" w:rsidR="0076339C" w:rsidRDefault="0076339C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B4ABEF2" w14:textId="0AC416CE" w:rsidR="008C22D0" w:rsidRPr="00B0244D" w:rsidRDefault="0050665E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Jihlava</w:t>
            </w:r>
          </w:p>
        </w:tc>
      </w:tr>
      <w:tr w:rsidR="00F147DC" w:rsidRPr="00B0244D" w14:paraId="2CD2F1C3" w14:textId="77777777" w:rsidTr="00F744E7">
        <w:trPr>
          <w:trHeight w:val="407"/>
        </w:trPr>
        <w:tc>
          <w:tcPr>
            <w:tcW w:w="2489" w:type="dxa"/>
            <w:vAlign w:val="center"/>
          </w:tcPr>
          <w:p w14:paraId="332221D9" w14:textId="47F6C55C" w:rsidR="00F147DC" w:rsidRPr="00B0244D" w:rsidRDefault="00BC0943" w:rsidP="00020B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ÚSKP ČR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rejstř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č.</w:t>
            </w:r>
            <w:proofErr w:type="gramEnd"/>
          </w:p>
        </w:tc>
        <w:tc>
          <w:tcPr>
            <w:tcW w:w="6573" w:type="dxa"/>
            <w:gridSpan w:val="5"/>
            <w:vAlign w:val="center"/>
          </w:tcPr>
          <w:p w14:paraId="2355C927" w14:textId="77777777" w:rsidR="00F147DC" w:rsidRDefault="00F147DC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F795587" w14:textId="5CF0F3EA" w:rsidR="002C7AEC" w:rsidRPr="002C7AEC" w:rsidRDefault="002C7AEC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9197E3" w14:textId="77777777" w:rsidR="000E12D7" w:rsidRDefault="000E12D7" w:rsidP="002D52B9">
      <w:pPr>
        <w:rPr>
          <w:rFonts w:ascii="Arial" w:hAnsi="Arial" w:cs="Arial"/>
          <w:sz w:val="20"/>
          <w:szCs w:val="20"/>
        </w:rPr>
      </w:pPr>
    </w:p>
    <w:p w14:paraId="737CB554" w14:textId="77777777" w:rsidR="002D52B9" w:rsidRPr="00A66C96" w:rsidRDefault="002D52B9" w:rsidP="002D52B9">
      <w:pPr>
        <w:rPr>
          <w:rFonts w:ascii="Arial" w:hAnsi="Arial" w:cs="Arial"/>
          <w:b/>
          <w:sz w:val="20"/>
          <w:szCs w:val="20"/>
        </w:rPr>
      </w:pPr>
      <w:r w:rsidRPr="00A66C96">
        <w:rPr>
          <w:rFonts w:ascii="Arial" w:hAnsi="Arial" w:cs="Arial"/>
          <w:b/>
          <w:sz w:val="20"/>
          <w:szCs w:val="20"/>
        </w:rPr>
        <w:t>Další účastníci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4579"/>
        <w:gridCol w:w="1989"/>
      </w:tblGrid>
      <w:tr w:rsidR="002D52B9" w:rsidRPr="00B0244D" w14:paraId="476FCCB6" w14:textId="77777777" w:rsidTr="00AE629E">
        <w:tc>
          <w:tcPr>
            <w:tcW w:w="2518" w:type="dxa"/>
          </w:tcPr>
          <w:p w14:paraId="12455DDD" w14:textId="357C2002" w:rsidR="002D52B9" w:rsidRPr="00B0244D" w:rsidRDefault="002D52B9" w:rsidP="00B0244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Jméno</w:t>
            </w:r>
            <w:r w:rsidR="00BC0943">
              <w:rPr>
                <w:rFonts w:ascii="Arial" w:hAnsi="Arial" w:cs="Arial"/>
                <w:sz w:val="20"/>
                <w:szCs w:val="20"/>
              </w:rPr>
              <w:t>/příjmení</w:t>
            </w:r>
          </w:p>
        </w:tc>
        <w:tc>
          <w:tcPr>
            <w:tcW w:w="4678" w:type="dxa"/>
          </w:tcPr>
          <w:p w14:paraId="0A2EB4FD" w14:textId="77777777" w:rsidR="002D52B9" w:rsidRPr="00B0244D" w:rsidRDefault="002D52B9" w:rsidP="00B0244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2016" w:type="dxa"/>
          </w:tcPr>
          <w:p w14:paraId="3CE20F40" w14:textId="77777777" w:rsidR="002D52B9" w:rsidRPr="00B0244D" w:rsidRDefault="002D52B9" w:rsidP="00B0244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Datum narození</w:t>
            </w:r>
          </w:p>
        </w:tc>
      </w:tr>
      <w:tr w:rsidR="002D52B9" w:rsidRPr="00B0244D" w14:paraId="4D73777D" w14:textId="77777777" w:rsidTr="00F744E7">
        <w:tc>
          <w:tcPr>
            <w:tcW w:w="2518" w:type="dxa"/>
            <w:vAlign w:val="center"/>
          </w:tcPr>
          <w:p w14:paraId="270D4061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26B900C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3381E8CA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vAlign w:val="center"/>
          </w:tcPr>
          <w:p w14:paraId="19CC4B5A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2B9" w:rsidRPr="00B0244D" w14:paraId="77201339" w14:textId="77777777" w:rsidTr="00F744E7">
        <w:tc>
          <w:tcPr>
            <w:tcW w:w="2518" w:type="dxa"/>
            <w:vAlign w:val="center"/>
          </w:tcPr>
          <w:p w14:paraId="61BBCE4D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E63C48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27A38DF8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vAlign w:val="center"/>
          </w:tcPr>
          <w:p w14:paraId="488A27A7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2B9" w:rsidRPr="00B0244D" w14:paraId="27474FED" w14:textId="77777777" w:rsidTr="00F744E7">
        <w:tc>
          <w:tcPr>
            <w:tcW w:w="2518" w:type="dxa"/>
            <w:vAlign w:val="center"/>
          </w:tcPr>
          <w:p w14:paraId="248E5E94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4CF2AC3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1AA829E6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vAlign w:val="center"/>
          </w:tcPr>
          <w:p w14:paraId="405C12BA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D1EF37" w14:textId="77777777" w:rsidR="000E12D7" w:rsidRDefault="000E12D7">
      <w:pPr>
        <w:rPr>
          <w:rFonts w:ascii="Arial" w:hAnsi="Arial" w:cs="Arial"/>
          <w:b/>
          <w:sz w:val="20"/>
          <w:szCs w:val="20"/>
        </w:rPr>
      </w:pPr>
    </w:p>
    <w:p w14:paraId="11D3130F" w14:textId="177739A2" w:rsidR="00F03DE2" w:rsidRPr="00F03DE2" w:rsidRDefault="00F03DE2">
      <w:pPr>
        <w:rPr>
          <w:rFonts w:ascii="Arial" w:hAnsi="Arial" w:cs="Arial"/>
          <w:b/>
          <w:sz w:val="20"/>
          <w:szCs w:val="20"/>
        </w:rPr>
      </w:pPr>
      <w:r w:rsidRPr="00F03DE2">
        <w:rPr>
          <w:rFonts w:ascii="Arial" w:hAnsi="Arial" w:cs="Arial"/>
          <w:b/>
          <w:sz w:val="20"/>
          <w:szCs w:val="20"/>
        </w:rPr>
        <w:t>Předmět žádosti</w:t>
      </w:r>
      <w:r w:rsidR="00070B5F">
        <w:rPr>
          <w:rStyle w:val="Znakapoznpodarou"/>
          <w:rFonts w:ascii="Arial" w:hAnsi="Arial" w:cs="Arial"/>
          <w:b/>
          <w:sz w:val="20"/>
          <w:szCs w:val="20"/>
        </w:rPr>
        <w:footnoteReference w:id="4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03DE2" w:rsidRPr="00B0244D" w14:paraId="2A2E150B" w14:textId="77777777" w:rsidTr="00070B5F">
        <w:trPr>
          <w:trHeight w:val="2376"/>
        </w:trPr>
        <w:tc>
          <w:tcPr>
            <w:tcW w:w="9062" w:type="dxa"/>
          </w:tcPr>
          <w:p w14:paraId="698EE683" w14:textId="388B6875" w:rsidR="00F03DE2" w:rsidRPr="00742B46" w:rsidRDefault="009A6444" w:rsidP="009A64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Úprava VO – nová kabelová trasa, rušení vzdušného rozvodu, ponechání stožárů (vyjma jednoho – bude zrušen)</w:t>
            </w:r>
          </w:p>
        </w:tc>
      </w:tr>
    </w:tbl>
    <w:p w14:paraId="1AA40BD2" w14:textId="1540F1D1" w:rsidR="00070B5F" w:rsidRDefault="00070B5F" w:rsidP="00070B5F">
      <w:pPr>
        <w:spacing w:after="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Nutno konkrétně a jednoznačně specifikovat záměr: rozsah stavebních prací (nová stavba, změna stavby, udržovací práce, terénní úpravy, umístění či odstranění zařízení, úprava dřevin…), navrhované materiály, barevnost, rozměry atd.; včetně citace přiložené dokumentace (autor, název, datum)</w:t>
      </w:r>
    </w:p>
    <w:p w14:paraId="0D4FEA2E" w14:textId="77777777" w:rsidR="002D52B9" w:rsidRDefault="002D52B9">
      <w:pPr>
        <w:rPr>
          <w:rFonts w:ascii="Arial" w:hAnsi="Arial" w:cs="Arial"/>
          <w:sz w:val="20"/>
          <w:szCs w:val="20"/>
        </w:rPr>
      </w:pPr>
    </w:p>
    <w:p w14:paraId="4DD7A9B2" w14:textId="77777777" w:rsidR="00DB20E0" w:rsidRPr="002D52B9" w:rsidRDefault="002D52B9">
      <w:pPr>
        <w:rPr>
          <w:rFonts w:ascii="Arial" w:hAnsi="Arial" w:cs="Arial"/>
          <w:b/>
          <w:sz w:val="20"/>
          <w:szCs w:val="20"/>
        </w:rPr>
      </w:pPr>
      <w:r w:rsidRPr="002D52B9">
        <w:rPr>
          <w:rFonts w:ascii="Arial" w:hAnsi="Arial" w:cs="Arial"/>
          <w:b/>
          <w:sz w:val="20"/>
          <w:szCs w:val="20"/>
        </w:rPr>
        <w:t>Popis současného stavu s uvedením závad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D52B9" w:rsidRPr="00B0244D" w14:paraId="45B1ABEE" w14:textId="77777777" w:rsidTr="00B0244D">
        <w:trPr>
          <w:trHeight w:val="1360"/>
        </w:trPr>
        <w:tc>
          <w:tcPr>
            <w:tcW w:w="9182" w:type="dxa"/>
          </w:tcPr>
          <w:p w14:paraId="6595FA56" w14:textId="3E7476DB" w:rsidR="002D52B9" w:rsidRPr="002C7AEC" w:rsidRDefault="009A6444" w:rsidP="003445C9">
            <w:pPr>
              <w:spacing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Vzdušný rozvod VO vedený přes objekt OD</w:t>
            </w:r>
          </w:p>
        </w:tc>
      </w:tr>
    </w:tbl>
    <w:p w14:paraId="2670A545" w14:textId="77777777" w:rsidR="00CD58C8" w:rsidRDefault="00CD58C8">
      <w:pPr>
        <w:rPr>
          <w:rFonts w:ascii="Arial" w:hAnsi="Arial" w:cs="Arial"/>
          <w:b/>
          <w:sz w:val="20"/>
          <w:szCs w:val="20"/>
        </w:rPr>
      </w:pPr>
    </w:p>
    <w:p w14:paraId="4A810D13" w14:textId="77777777" w:rsidR="002D52B9" w:rsidRPr="003C5795" w:rsidRDefault="003C5795">
      <w:pPr>
        <w:rPr>
          <w:rFonts w:ascii="Arial" w:hAnsi="Arial" w:cs="Arial"/>
          <w:b/>
          <w:sz w:val="20"/>
          <w:szCs w:val="20"/>
        </w:rPr>
      </w:pPr>
      <w:r w:rsidRPr="003C5795">
        <w:rPr>
          <w:rFonts w:ascii="Arial" w:hAnsi="Arial" w:cs="Arial"/>
          <w:b/>
          <w:sz w:val="20"/>
          <w:szCs w:val="20"/>
        </w:rPr>
        <w:t>Termín předpokládaných prací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C5795" w:rsidRPr="00B0244D" w14:paraId="6A890CC3" w14:textId="77777777" w:rsidTr="00B0244D">
        <w:tc>
          <w:tcPr>
            <w:tcW w:w="9212" w:type="dxa"/>
          </w:tcPr>
          <w:p w14:paraId="53DF76E8" w14:textId="3D12716A" w:rsidR="003C5795" w:rsidRDefault="009A6444" w:rsidP="00B024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Jaro - </w:t>
            </w:r>
            <w:r w:rsidR="0050665E">
              <w:rPr>
                <w:rFonts w:ascii="Arial" w:hAnsi="Arial" w:cs="Arial"/>
                <w:sz w:val="20"/>
                <w:szCs w:val="20"/>
              </w:rPr>
              <w:t>podzim - 202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3EE1766D" w14:textId="6C579A02" w:rsidR="003C5795" w:rsidRPr="00B0244D" w:rsidRDefault="003C5795" w:rsidP="00B024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7210CD" w14:textId="77777777" w:rsidR="002D52B9" w:rsidRPr="00CD58C8" w:rsidRDefault="002D52B9">
      <w:pPr>
        <w:rPr>
          <w:rFonts w:ascii="Arial" w:hAnsi="Arial" w:cs="Arial"/>
          <w:sz w:val="20"/>
          <w:szCs w:val="20"/>
        </w:rPr>
      </w:pPr>
    </w:p>
    <w:p w14:paraId="32FB2CF7" w14:textId="56DE5311" w:rsidR="003C5795" w:rsidRPr="00CD58C8" w:rsidRDefault="003C5795" w:rsidP="003C579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CD58C8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Prohlašuji, že veškeré údaje jsem uvedl</w:t>
      </w:r>
      <w:r w:rsidR="00F744E7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/</w:t>
      </w:r>
      <w:r w:rsidRPr="00CD58C8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a pravdivě a přesně a nezatajil</w:t>
      </w:r>
      <w:r w:rsidR="00F744E7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/</w:t>
      </w:r>
      <w:r w:rsidRPr="00CD58C8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a jsem žádné důležité skutečnosti.</w:t>
      </w:r>
    </w:p>
    <w:p w14:paraId="68F8C4D0" w14:textId="77777777" w:rsidR="003C5795" w:rsidRDefault="003C5795">
      <w:pPr>
        <w:rPr>
          <w:rFonts w:ascii="Arial" w:hAnsi="Arial" w:cs="Arial"/>
          <w:sz w:val="20"/>
          <w:szCs w:val="20"/>
        </w:rPr>
      </w:pPr>
    </w:p>
    <w:p w14:paraId="2AA3570A" w14:textId="77777777" w:rsidR="001D2521" w:rsidRPr="00CD58C8" w:rsidRDefault="001D2521">
      <w:pPr>
        <w:rPr>
          <w:rFonts w:ascii="Arial" w:hAnsi="Arial" w:cs="Arial"/>
          <w:sz w:val="20"/>
          <w:szCs w:val="20"/>
        </w:rPr>
      </w:pPr>
    </w:p>
    <w:p w14:paraId="574ED2FA" w14:textId="178B3651" w:rsidR="003C5795" w:rsidRPr="00CD58C8" w:rsidRDefault="003C5795" w:rsidP="003C579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CD58C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V </w:t>
      </w:r>
      <w:r w:rsidR="0050665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Jihlavě</w:t>
      </w:r>
      <w:r w:rsidR="00BC094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……………</w:t>
      </w:r>
      <w:r w:rsidR="00F744E7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,</w:t>
      </w:r>
      <w:r w:rsidRPr="00CD58C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dne </w:t>
      </w:r>
      <w:proofErr w:type="gramStart"/>
      <w:r w:rsidR="009A6444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11.11.2024</w:t>
      </w:r>
      <w:proofErr w:type="gramEnd"/>
      <w:r w:rsidR="00BC0943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…………</w:t>
      </w:r>
    </w:p>
    <w:p w14:paraId="0600B171" w14:textId="77777777" w:rsidR="003C5795" w:rsidRDefault="003C5795">
      <w:pPr>
        <w:rPr>
          <w:rFonts w:ascii="Arial" w:hAnsi="Arial" w:cs="Arial"/>
          <w:sz w:val="20"/>
          <w:szCs w:val="20"/>
        </w:rPr>
      </w:pPr>
    </w:p>
    <w:p w14:paraId="63A3EFC0" w14:textId="77777777" w:rsidR="00CE7B64" w:rsidRDefault="00CE7B64">
      <w:pPr>
        <w:rPr>
          <w:rFonts w:ascii="Arial" w:hAnsi="Arial" w:cs="Arial"/>
          <w:sz w:val="20"/>
          <w:szCs w:val="20"/>
        </w:rPr>
      </w:pPr>
    </w:p>
    <w:p w14:paraId="23317F54" w14:textId="77777777" w:rsidR="00CE7B64" w:rsidRDefault="00CD58C8" w:rsidP="00CD58C8">
      <w:pPr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</w:t>
      </w:r>
      <w:r w:rsidR="00CE7B64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3CEE868B" w14:textId="4E3B7073" w:rsidR="00CE7B64" w:rsidRDefault="00CE7B64" w:rsidP="00CD58C8">
      <w:pPr>
        <w:ind w:left="4248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podpisy všech žadatelů, příp. razítko</w:t>
      </w:r>
    </w:p>
    <w:p w14:paraId="58726A80" w14:textId="77777777" w:rsidR="00070B5F" w:rsidRDefault="00070B5F" w:rsidP="00070B5F">
      <w:pPr>
        <w:contextualSpacing/>
        <w:rPr>
          <w:rFonts w:ascii="Arial" w:hAnsi="Arial" w:cs="Arial"/>
          <w:b/>
          <w:sz w:val="20"/>
          <w:szCs w:val="20"/>
        </w:rPr>
      </w:pPr>
    </w:p>
    <w:p w14:paraId="7129D99E" w14:textId="5E14A107" w:rsidR="00070B5F" w:rsidRPr="00CD58C8" w:rsidRDefault="00070B5F" w:rsidP="00070B5F">
      <w:pPr>
        <w:contextualSpacing/>
        <w:rPr>
          <w:rFonts w:ascii="Arial" w:hAnsi="Arial" w:cs="Arial"/>
          <w:b/>
          <w:sz w:val="20"/>
          <w:szCs w:val="20"/>
        </w:rPr>
      </w:pPr>
      <w:r w:rsidRPr="00CD58C8">
        <w:rPr>
          <w:rFonts w:ascii="Arial" w:hAnsi="Arial" w:cs="Arial"/>
          <w:b/>
          <w:sz w:val="20"/>
          <w:szCs w:val="20"/>
        </w:rPr>
        <w:t>Přílohy</w:t>
      </w:r>
    </w:p>
    <w:p w14:paraId="6D8E6E84" w14:textId="3B8A43A8" w:rsidR="00070B5F" w:rsidRPr="00070B5F" w:rsidRDefault="00070B5F" w:rsidP="00070B5F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0B5F">
        <w:rPr>
          <w:rFonts w:ascii="Arial" w:hAnsi="Arial" w:cs="Arial"/>
          <w:sz w:val="20"/>
          <w:szCs w:val="20"/>
        </w:rPr>
        <w:t>plná moc v případě zastoupení</w:t>
      </w:r>
      <w:r>
        <w:rPr>
          <w:rFonts w:ascii="Arial" w:hAnsi="Arial" w:cs="Arial"/>
          <w:sz w:val="20"/>
          <w:szCs w:val="20"/>
        </w:rPr>
        <w:t xml:space="preserve"> (viz níže)</w:t>
      </w:r>
    </w:p>
    <w:p w14:paraId="0C32C25B" w14:textId="1D7563C9" w:rsidR="00070B5F" w:rsidRPr="00070B5F" w:rsidRDefault="00070B5F" w:rsidP="008C1E37">
      <w:pPr>
        <w:pStyle w:val="Odstavecseseznamem"/>
        <w:numPr>
          <w:ilvl w:val="0"/>
          <w:numId w:val="2"/>
        </w:numPr>
        <w:jc w:val="both"/>
        <w:rPr>
          <w:rFonts w:ascii="Arial" w:eastAsia="Times New Roman" w:hAnsi="Arial"/>
          <w:color w:val="000000"/>
          <w:sz w:val="20"/>
          <w:szCs w:val="24"/>
          <w:lang w:eastAsia="cs-CZ"/>
        </w:rPr>
      </w:pPr>
      <w:r w:rsidRPr="00070B5F">
        <w:rPr>
          <w:rFonts w:ascii="Arial" w:hAnsi="Arial" w:cs="Arial"/>
          <w:sz w:val="20"/>
          <w:szCs w:val="20"/>
        </w:rPr>
        <w:lastRenderedPageBreak/>
        <w:t xml:space="preserve">podklady pro upřesnění </w:t>
      </w:r>
      <w:r>
        <w:rPr>
          <w:rFonts w:ascii="Arial" w:hAnsi="Arial" w:cs="Arial"/>
          <w:sz w:val="20"/>
          <w:szCs w:val="20"/>
        </w:rPr>
        <w:t>předmětu řízení</w:t>
      </w:r>
      <w:r w:rsidRPr="00070B5F">
        <w:rPr>
          <w:rFonts w:ascii="Arial" w:hAnsi="Arial" w:cs="Arial"/>
          <w:sz w:val="20"/>
          <w:szCs w:val="20"/>
        </w:rPr>
        <w:t xml:space="preserve"> </w:t>
      </w:r>
      <w:r w:rsidRPr="00070B5F">
        <w:rPr>
          <w:rFonts w:ascii="Arial" w:eastAsia="Times New Roman" w:hAnsi="Arial"/>
          <w:color w:val="000000"/>
          <w:sz w:val="20"/>
          <w:szCs w:val="24"/>
          <w:lang w:eastAsia="cs-CZ"/>
        </w:rPr>
        <w:t>(projektová dokumentace, technická zpráva, grafický návrh, výkres, případně zákres do fotografie</w:t>
      </w:r>
      <w:r>
        <w:rPr>
          <w:rFonts w:ascii="Arial" w:eastAsia="Times New Roman" w:hAnsi="Arial"/>
          <w:color w:val="000000"/>
          <w:sz w:val="20"/>
          <w:szCs w:val="24"/>
          <w:lang w:eastAsia="cs-CZ"/>
        </w:rPr>
        <w:t>, SHP, stratigrafický průzkum</w:t>
      </w:r>
      <w:r w:rsidR="008C1E37">
        <w:rPr>
          <w:rFonts w:ascii="Arial" w:eastAsia="Times New Roman" w:hAnsi="Arial"/>
          <w:color w:val="000000"/>
          <w:sz w:val="20"/>
          <w:szCs w:val="24"/>
          <w:lang w:eastAsia="cs-CZ"/>
        </w:rPr>
        <w:t>, fotodokumentace</w:t>
      </w:r>
      <w:r w:rsidRPr="00070B5F">
        <w:rPr>
          <w:rFonts w:ascii="Arial" w:eastAsia="Times New Roman" w:hAnsi="Arial"/>
          <w:color w:val="000000"/>
          <w:sz w:val="20"/>
          <w:szCs w:val="24"/>
          <w:lang w:eastAsia="cs-CZ"/>
        </w:rPr>
        <w:t xml:space="preserve"> atd.)</w:t>
      </w:r>
    </w:p>
    <w:p w14:paraId="715A4823" w14:textId="3909F7E2" w:rsidR="00475AD6" w:rsidRDefault="00475AD6" w:rsidP="00475AD6">
      <w:pPr>
        <w:spacing w:after="0"/>
        <w:rPr>
          <w:sz w:val="20"/>
          <w:szCs w:val="20"/>
        </w:rPr>
      </w:pPr>
      <w:r w:rsidRPr="00475AD6">
        <w:rPr>
          <w:rFonts w:ascii="Arial" w:hAnsi="Arial" w:cs="Arial"/>
          <w:b/>
          <w:bCs/>
          <w:sz w:val="28"/>
          <w:szCs w:val="28"/>
        </w:rPr>
        <w:t>Plná moc</w:t>
      </w:r>
      <w:r w:rsidR="008C1E37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1FFEB74" w14:textId="09695FD8" w:rsidR="006F63F2" w:rsidRDefault="00475AD6" w:rsidP="00193030">
      <w:pPr>
        <w:spacing w:after="0"/>
        <w:jc w:val="both"/>
        <w:rPr>
          <w:rFonts w:ascii="Arial" w:hAnsi="Arial" w:cs="Arial"/>
          <w:sz w:val="20"/>
          <w:szCs w:val="20"/>
        </w:rPr>
      </w:pPr>
      <w:r w:rsidRPr="00475AD6">
        <w:rPr>
          <w:sz w:val="20"/>
          <w:szCs w:val="20"/>
        </w:rPr>
        <w:br/>
      </w:r>
      <w:r w:rsidRPr="00A74849">
        <w:rPr>
          <w:rFonts w:ascii="Arial" w:hAnsi="Arial" w:cs="Arial"/>
          <w:b/>
          <w:bCs/>
          <w:sz w:val="20"/>
          <w:szCs w:val="20"/>
        </w:rPr>
        <w:t>Já</w:t>
      </w:r>
      <w:r w:rsidRPr="00475AD6">
        <w:rPr>
          <w:rFonts w:ascii="Arial" w:hAnsi="Arial" w:cs="Arial"/>
          <w:sz w:val="20"/>
          <w:szCs w:val="20"/>
        </w:rPr>
        <w:t>, níže podepsaný</w:t>
      </w:r>
      <w:r w:rsidR="006F63F2">
        <w:rPr>
          <w:rFonts w:ascii="Arial" w:hAnsi="Arial" w:cs="Arial"/>
          <w:sz w:val="20"/>
          <w:szCs w:val="20"/>
        </w:rPr>
        <w:t xml:space="preserve"> (jméno příjmení, název společnosti): ……………………………………………………</w:t>
      </w:r>
    </w:p>
    <w:p w14:paraId="1953D86F" w14:textId="2A8E886F" w:rsidR="006F63F2" w:rsidRDefault="00475AD6" w:rsidP="00193030">
      <w:pPr>
        <w:spacing w:after="0"/>
        <w:jc w:val="both"/>
        <w:rPr>
          <w:rFonts w:ascii="Arial" w:hAnsi="Arial" w:cs="Arial"/>
          <w:sz w:val="20"/>
          <w:szCs w:val="20"/>
        </w:rPr>
      </w:pPr>
      <w:r w:rsidRPr="00475AD6">
        <w:rPr>
          <w:sz w:val="20"/>
          <w:szCs w:val="20"/>
        </w:rPr>
        <w:br/>
      </w:r>
      <w:r w:rsidRPr="00475AD6">
        <w:rPr>
          <w:rFonts w:ascii="Arial" w:hAnsi="Arial" w:cs="Arial"/>
          <w:sz w:val="20"/>
          <w:szCs w:val="20"/>
        </w:rPr>
        <w:t>Narozen</w:t>
      </w:r>
      <w:r>
        <w:rPr>
          <w:rFonts w:ascii="Arial" w:hAnsi="Arial" w:cs="Arial"/>
          <w:sz w:val="20"/>
          <w:szCs w:val="20"/>
        </w:rPr>
        <w:t>/a</w:t>
      </w:r>
      <w:r w:rsidR="006F63F2">
        <w:rPr>
          <w:rFonts w:ascii="Arial" w:hAnsi="Arial" w:cs="Arial"/>
          <w:sz w:val="20"/>
          <w:szCs w:val="20"/>
        </w:rPr>
        <w:t>: ……………………………………...</w:t>
      </w:r>
    </w:p>
    <w:p w14:paraId="5D3EC934" w14:textId="77777777" w:rsidR="006F63F2" w:rsidRDefault="006F63F2" w:rsidP="0019303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844AD87" w14:textId="0400E278" w:rsidR="006F63F2" w:rsidRDefault="006F63F2" w:rsidP="0019303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IČ: ……………………………………………….</w:t>
      </w:r>
    </w:p>
    <w:p w14:paraId="5DF64066" w14:textId="1F6BA8A6" w:rsidR="006F63F2" w:rsidRDefault="00475AD6" w:rsidP="00193030">
      <w:pPr>
        <w:spacing w:after="0"/>
        <w:jc w:val="both"/>
        <w:rPr>
          <w:rFonts w:ascii="Arial" w:hAnsi="Arial" w:cs="Arial"/>
          <w:sz w:val="20"/>
          <w:szCs w:val="20"/>
        </w:rPr>
      </w:pPr>
      <w:r w:rsidRPr="00475AD6">
        <w:rPr>
          <w:sz w:val="20"/>
          <w:szCs w:val="20"/>
        </w:rPr>
        <w:br/>
      </w:r>
      <w:r w:rsidRPr="00475AD6">
        <w:rPr>
          <w:rFonts w:ascii="Arial" w:hAnsi="Arial" w:cs="Arial"/>
          <w:sz w:val="20"/>
          <w:szCs w:val="20"/>
        </w:rPr>
        <w:t>Trvale bytem</w:t>
      </w:r>
      <w:r w:rsidR="006F63F2">
        <w:rPr>
          <w:rFonts w:ascii="Arial" w:hAnsi="Arial" w:cs="Arial"/>
          <w:sz w:val="20"/>
          <w:szCs w:val="20"/>
        </w:rPr>
        <w:t>/sídlo společnosti</w:t>
      </w:r>
      <w:r w:rsidR="00193030">
        <w:rPr>
          <w:rFonts w:ascii="Arial" w:hAnsi="Arial" w:cs="Arial"/>
          <w:sz w:val="20"/>
          <w:szCs w:val="20"/>
        </w:rPr>
        <w:t xml:space="preserve">: </w:t>
      </w:r>
      <w:r w:rsidR="006F63F2">
        <w:rPr>
          <w:rFonts w:ascii="Arial" w:hAnsi="Arial" w:cs="Arial"/>
          <w:sz w:val="20"/>
          <w:szCs w:val="20"/>
        </w:rPr>
        <w:t>………………………………………………………………………………...</w:t>
      </w:r>
      <w:r w:rsidRPr="00475AD6">
        <w:rPr>
          <w:sz w:val="20"/>
          <w:szCs w:val="20"/>
        </w:rPr>
        <w:br/>
      </w:r>
    </w:p>
    <w:p w14:paraId="770E45B6" w14:textId="77777777" w:rsidR="006F63F2" w:rsidRDefault="00475AD6" w:rsidP="00193030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6F63F2">
        <w:rPr>
          <w:rFonts w:ascii="Arial" w:hAnsi="Arial" w:cs="Arial"/>
          <w:b/>
          <w:bCs/>
          <w:sz w:val="20"/>
          <w:szCs w:val="20"/>
        </w:rPr>
        <w:t>zmocňuji tímto</w:t>
      </w:r>
    </w:p>
    <w:p w14:paraId="5A4D5172" w14:textId="5B9FB05A" w:rsidR="00193030" w:rsidRDefault="00475AD6" w:rsidP="00193030">
      <w:pPr>
        <w:spacing w:after="0"/>
        <w:jc w:val="both"/>
        <w:rPr>
          <w:rFonts w:ascii="Arial" w:hAnsi="Arial" w:cs="Arial"/>
          <w:sz w:val="20"/>
          <w:szCs w:val="20"/>
        </w:rPr>
      </w:pPr>
      <w:r w:rsidRPr="00475AD6">
        <w:rPr>
          <w:sz w:val="20"/>
          <w:szCs w:val="20"/>
        </w:rPr>
        <w:br/>
      </w:r>
      <w:r w:rsidRPr="00475AD6">
        <w:rPr>
          <w:rFonts w:ascii="Arial" w:hAnsi="Arial" w:cs="Arial"/>
          <w:sz w:val="20"/>
          <w:szCs w:val="20"/>
        </w:rPr>
        <w:t>Pana</w:t>
      </w:r>
      <w:r w:rsidR="006F63F2">
        <w:rPr>
          <w:rFonts w:ascii="Arial" w:hAnsi="Arial" w:cs="Arial"/>
          <w:sz w:val="20"/>
          <w:szCs w:val="20"/>
        </w:rPr>
        <w:t>/</w:t>
      </w:r>
      <w:r w:rsidRPr="00475AD6">
        <w:rPr>
          <w:rFonts w:ascii="Arial" w:hAnsi="Arial" w:cs="Arial"/>
          <w:sz w:val="20"/>
          <w:szCs w:val="20"/>
        </w:rPr>
        <w:t>paní</w:t>
      </w:r>
      <w:r w:rsidR="006F63F2">
        <w:rPr>
          <w:rFonts w:ascii="Arial" w:hAnsi="Arial" w:cs="Arial"/>
          <w:sz w:val="20"/>
          <w:szCs w:val="20"/>
        </w:rPr>
        <w:t>/společnost (jméno, příjmení, název společnosti)</w:t>
      </w:r>
      <w:r w:rsidR="00193030">
        <w:rPr>
          <w:rFonts w:ascii="Arial" w:hAnsi="Arial" w:cs="Arial"/>
          <w:sz w:val="20"/>
          <w:szCs w:val="20"/>
        </w:rPr>
        <w:t>:</w:t>
      </w:r>
      <w:r w:rsidR="006F63F2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 w:rsidR="00193030">
        <w:rPr>
          <w:rFonts w:ascii="Arial" w:hAnsi="Arial" w:cs="Arial"/>
          <w:sz w:val="20"/>
          <w:szCs w:val="20"/>
        </w:rPr>
        <w:t>…</w:t>
      </w:r>
    </w:p>
    <w:p w14:paraId="43F2DC71" w14:textId="633A58A8" w:rsidR="00475AD6" w:rsidRDefault="00475AD6" w:rsidP="00193030">
      <w:pPr>
        <w:spacing w:after="0"/>
        <w:jc w:val="both"/>
        <w:rPr>
          <w:rFonts w:ascii="Arial" w:hAnsi="Arial" w:cs="Arial"/>
          <w:sz w:val="20"/>
          <w:szCs w:val="20"/>
        </w:rPr>
      </w:pPr>
      <w:r w:rsidRPr="00475AD6">
        <w:rPr>
          <w:sz w:val="20"/>
          <w:szCs w:val="20"/>
        </w:rPr>
        <w:br/>
      </w:r>
      <w:r w:rsidRPr="00475AD6">
        <w:rPr>
          <w:rFonts w:ascii="Arial" w:hAnsi="Arial" w:cs="Arial"/>
          <w:sz w:val="20"/>
          <w:szCs w:val="20"/>
        </w:rPr>
        <w:t>Narozeného</w:t>
      </w:r>
      <w:r w:rsidR="00193030">
        <w:rPr>
          <w:rFonts w:ascii="Arial" w:hAnsi="Arial" w:cs="Arial"/>
          <w:sz w:val="20"/>
          <w:szCs w:val="20"/>
        </w:rPr>
        <w:t>/</w:t>
      </w:r>
      <w:r w:rsidRPr="00475AD6">
        <w:rPr>
          <w:rFonts w:ascii="Arial" w:hAnsi="Arial" w:cs="Arial"/>
          <w:sz w:val="20"/>
          <w:szCs w:val="20"/>
        </w:rPr>
        <w:t>narozenou</w:t>
      </w:r>
      <w:r w:rsidR="00193030">
        <w:rPr>
          <w:rFonts w:ascii="Arial" w:hAnsi="Arial" w:cs="Arial"/>
          <w:sz w:val="20"/>
          <w:szCs w:val="20"/>
        </w:rPr>
        <w:t>: ……………………………………….</w:t>
      </w:r>
    </w:p>
    <w:p w14:paraId="5068017E" w14:textId="77777777" w:rsidR="00193030" w:rsidRDefault="00193030" w:rsidP="00475AD6">
      <w:pPr>
        <w:spacing w:after="0"/>
        <w:rPr>
          <w:rFonts w:ascii="Arial" w:hAnsi="Arial" w:cs="Arial"/>
          <w:sz w:val="20"/>
          <w:szCs w:val="20"/>
        </w:rPr>
      </w:pPr>
    </w:p>
    <w:p w14:paraId="62F3B82F" w14:textId="410E1E28" w:rsidR="00193030" w:rsidRDefault="00193030" w:rsidP="00475AD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IČ: …………………………………………………………………</w:t>
      </w:r>
    </w:p>
    <w:p w14:paraId="55A7C723" w14:textId="77777777" w:rsidR="00193030" w:rsidRDefault="00193030" w:rsidP="00475AD6">
      <w:pPr>
        <w:spacing w:after="0"/>
        <w:rPr>
          <w:rFonts w:ascii="Arial" w:hAnsi="Arial" w:cs="Arial"/>
          <w:sz w:val="20"/>
          <w:szCs w:val="20"/>
        </w:rPr>
      </w:pPr>
    </w:p>
    <w:p w14:paraId="3C253476" w14:textId="57E314D3" w:rsidR="00193030" w:rsidRDefault="00475AD6" w:rsidP="008C1E37">
      <w:pPr>
        <w:jc w:val="both"/>
        <w:rPr>
          <w:rFonts w:ascii="Arial" w:hAnsi="Arial" w:cs="Arial"/>
          <w:sz w:val="20"/>
          <w:szCs w:val="20"/>
        </w:rPr>
      </w:pPr>
      <w:r w:rsidRPr="00475AD6">
        <w:rPr>
          <w:rFonts w:ascii="Arial" w:hAnsi="Arial" w:cs="Arial"/>
          <w:sz w:val="20"/>
          <w:szCs w:val="20"/>
        </w:rPr>
        <w:t>Trvale bytem</w:t>
      </w:r>
      <w:r w:rsidR="00193030">
        <w:rPr>
          <w:rFonts w:ascii="Arial" w:hAnsi="Arial" w:cs="Arial"/>
          <w:sz w:val="20"/>
          <w:szCs w:val="20"/>
        </w:rPr>
        <w:t>/se sídlem: ………………………………………………………………………………………….</w:t>
      </w:r>
      <w:r w:rsidRPr="00475AD6">
        <w:rPr>
          <w:sz w:val="20"/>
          <w:szCs w:val="20"/>
        </w:rPr>
        <w:br/>
      </w:r>
      <w:r w:rsidRPr="00475AD6">
        <w:rPr>
          <w:sz w:val="20"/>
          <w:szCs w:val="20"/>
        </w:rPr>
        <w:br/>
      </w:r>
    </w:p>
    <w:p w14:paraId="7373316A" w14:textId="1309D15A" w:rsidR="00193030" w:rsidRDefault="00475AD6" w:rsidP="00193030">
      <w:pPr>
        <w:rPr>
          <w:rFonts w:ascii="Arial" w:hAnsi="Arial" w:cs="Arial"/>
          <w:sz w:val="20"/>
          <w:szCs w:val="20"/>
        </w:rPr>
      </w:pPr>
      <w:r w:rsidRPr="00475AD6">
        <w:rPr>
          <w:rFonts w:ascii="Arial" w:hAnsi="Arial" w:cs="Arial"/>
          <w:sz w:val="20"/>
          <w:szCs w:val="20"/>
        </w:rPr>
        <w:t>k</w:t>
      </w:r>
      <w:r w:rsidR="00A74849">
        <w:rPr>
          <w:rFonts w:ascii="Arial" w:hAnsi="Arial" w:cs="Arial"/>
          <w:sz w:val="20"/>
          <w:szCs w:val="20"/>
        </w:rPr>
        <w:t> </w:t>
      </w:r>
      <w:r w:rsidRPr="00475AD6">
        <w:rPr>
          <w:rFonts w:ascii="Arial" w:hAnsi="Arial" w:cs="Arial"/>
          <w:sz w:val="20"/>
          <w:szCs w:val="20"/>
        </w:rPr>
        <w:t>tomu</w:t>
      </w:r>
      <w:r w:rsidR="00A74849">
        <w:rPr>
          <w:rFonts w:ascii="Arial" w:hAnsi="Arial" w:cs="Arial"/>
          <w:sz w:val="20"/>
          <w:szCs w:val="20"/>
        </w:rPr>
        <w:t>,</w:t>
      </w:r>
      <w:r w:rsidRPr="00475AD6">
        <w:rPr>
          <w:rFonts w:ascii="Arial" w:hAnsi="Arial" w:cs="Arial"/>
          <w:sz w:val="20"/>
          <w:szCs w:val="20"/>
        </w:rPr>
        <w:t xml:space="preserve"> aby mě zastupoval</w:t>
      </w:r>
      <w:r w:rsidR="00A74849">
        <w:rPr>
          <w:rFonts w:ascii="Arial" w:hAnsi="Arial" w:cs="Arial"/>
          <w:sz w:val="20"/>
          <w:szCs w:val="20"/>
        </w:rPr>
        <w:t>/a</w:t>
      </w:r>
      <w:r w:rsidRPr="00475AD6">
        <w:rPr>
          <w:rFonts w:ascii="Arial" w:hAnsi="Arial" w:cs="Arial"/>
          <w:sz w:val="20"/>
          <w:szCs w:val="20"/>
        </w:rPr>
        <w:t xml:space="preserve"> ve věci:</w:t>
      </w:r>
      <w:r w:rsidR="00193030">
        <w:rPr>
          <w:rFonts w:ascii="Arial" w:hAnsi="Arial" w:cs="Arial"/>
          <w:sz w:val="20"/>
          <w:szCs w:val="20"/>
        </w:rPr>
        <w:t xml:space="preserve"> </w:t>
      </w:r>
    </w:p>
    <w:p w14:paraId="79CE791B" w14:textId="0108F58D" w:rsidR="00193030" w:rsidRDefault="00193030" w:rsidP="0019303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7816964C" w14:textId="253B94F6" w:rsidR="00475AD6" w:rsidRDefault="00193030" w:rsidP="0019303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3D305B4" w14:textId="77777777" w:rsidR="00193030" w:rsidRDefault="00475AD6" w:rsidP="00070B5F">
      <w:pPr>
        <w:rPr>
          <w:rFonts w:ascii="Arial" w:hAnsi="Arial" w:cs="Arial"/>
          <w:sz w:val="20"/>
          <w:szCs w:val="20"/>
        </w:rPr>
      </w:pPr>
      <w:r w:rsidRPr="00475AD6">
        <w:rPr>
          <w:sz w:val="20"/>
          <w:szCs w:val="20"/>
        </w:rPr>
        <w:br/>
      </w:r>
      <w:r w:rsidRPr="00475AD6">
        <w:rPr>
          <w:rFonts w:ascii="Arial" w:hAnsi="Arial" w:cs="Arial"/>
          <w:sz w:val="20"/>
          <w:szCs w:val="20"/>
        </w:rPr>
        <w:t xml:space="preserve">v plném rozsahu a bez </w:t>
      </w:r>
      <w:proofErr w:type="gramStart"/>
      <w:r w:rsidRPr="00475AD6">
        <w:rPr>
          <w:rFonts w:ascii="Arial" w:hAnsi="Arial" w:cs="Arial"/>
          <w:sz w:val="20"/>
          <w:szCs w:val="20"/>
        </w:rPr>
        <w:t>jakýkoliv</w:t>
      </w:r>
      <w:proofErr w:type="gramEnd"/>
      <w:r w:rsidRPr="00475AD6">
        <w:rPr>
          <w:rFonts w:ascii="Arial" w:hAnsi="Arial" w:cs="Arial"/>
          <w:sz w:val="20"/>
          <w:szCs w:val="20"/>
        </w:rPr>
        <w:t xml:space="preserve"> omezení mým jménem.</w:t>
      </w:r>
    </w:p>
    <w:p w14:paraId="68477778" w14:textId="5D1CE327" w:rsidR="00475AD6" w:rsidRDefault="00475AD6" w:rsidP="00070B5F">
      <w:pPr>
        <w:rPr>
          <w:rFonts w:ascii="Arial" w:hAnsi="Arial" w:cs="Arial"/>
          <w:sz w:val="20"/>
          <w:szCs w:val="20"/>
        </w:rPr>
      </w:pPr>
      <w:r w:rsidRPr="00475AD6">
        <w:rPr>
          <w:sz w:val="20"/>
          <w:szCs w:val="20"/>
        </w:rPr>
        <w:br/>
      </w:r>
      <w:r w:rsidRPr="00475AD6">
        <w:rPr>
          <w:rFonts w:ascii="Arial" w:hAnsi="Arial" w:cs="Arial"/>
          <w:sz w:val="20"/>
          <w:szCs w:val="20"/>
        </w:rPr>
        <w:t>Tato plná moc se uděluje na dobu od ................................... do .................................</w:t>
      </w:r>
    </w:p>
    <w:p w14:paraId="384338E5" w14:textId="77777777" w:rsidR="00A74849" w:rsidRDefault="00A74849" w:rsidP="00070B5F">
      <w:pPr>
        <w:rPr>
          <w:rFonts w:ascii="Arial" w:hAnsi="Arial" w:cs="Arial"/>
          <w:sz w:val="20"/>
          <w:szCs w:val="20"/>
        </w:rPr>
      </w:pPr>
    </w:p>
    <w:p w14:paraId="6F94893C" w14:textId="4DCE00EF" w:rsidR="00A74849" w:rsidRDefault="00475AD6" w:rsidP="00070B5F">
      <w:pPr>
        <w:rPr>
          <w:rFonts w:ascii="Arial" w:hAnsi="Arial" w:cs="Arial"/>
          <w:sz w:val="20"/>
          <w:szCs w:val="20"/>
        </w:rPr>
      </w:pPr>
      <w:r w:rsidRPr="00475AD6">
        <w:rPr>
          <w:rFonts w:ascii="Arial" w:hAnsi="Arial" w:cs="Arial"/>
          <w:sz w:val="20"/>
          <w:szCs w:val="20"/>
        </w:rPr>
        <w:t>V ............................, dne ................................</w:t>
      </w:r>
      <w:r w:rsidR="00A74849">
        <w:rPr>
          <w:rFonts w:ascii="Arial" w:hAnsi="Arial" w:cs="Arial"/>
          <w:sz w:val="20"/>
          <w:szCs w:val="20"/>
        </w:rPr>
        <w:t xml:space="preserve">                                   ..………..</w:t>
      </w:r>
      <w:r w:rsidRPr="00475AD6">
        <w:rPr>
          <w:rFonts w:ascii="Arial" w:hAnsi="Arial" w:cs="Arial"/>
          <w:sz w:val="20"/>
          <w:szCs w:val="20"/>
        </w:rPr>
        <w:t>........................................</w:t>
      </w:r>
      <w:r w:rsidRPr="00475AD6">
        <w:rPr>
          <w:sz w:val="20"/>
          <w:szCs w:val="20"/>
        </w:rPr>
        <w:br/>
      </w:r>
      <w:r w:rsidR="00A7484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Pr="00475AD6">
        <w:rPr>
          <w:rFonts w:ascii="Arial" w:hAnsi="Arial" w:cs="Arial"/>
          <w:sz w:val="20"/>
          <w:szCs w:val="20"/>
        </w:rPr>
        <w:t>Zmocnitel</w:t>
      </w:r>
      <w:r w:rsidRPr="00475AD6">
        <w:rPr>
          <w:sz w:val="20"/>
          <w:szCs w:val="20"/>
        </w:rPr>
        <w:br/>
      </w:r>
    </w:p>
    <w:p w14:paraId="2D3E59E4" w14:textId="73069E99" w:rsidR="00A74849" w:rsidRDefault="00475AD6" w:rsidP="00070B5F">
      <w:pPr>
        <w:rPr>
          <w:rFonts w:ascii="Arial" w:hAnsi="Arial" w:cs="Arial"/>
          <w:b/>
          <w:bCs/>
          <w:sz w:val="20"/>
          <w:szCs w:val="20"/>
        </w:rPr>
      </w:pPr>
      <w:r w:rsidRPr="00A74849">
        <w:rPr>
          <w:rFonts w:ascii="Arial" w:hAnsi="Arial" w:cs="Arial"/>
          <w:b/>
          <w:bCs/>
          <w:sz w:val="20"/>
          <w:szCs w:val="20"/>
        </w:rPr>
        <w:t>Plnou moc přijímám</w:t>
      </w:r>
      <w:r w:rsidR="00A74849">
        <w:rPr>
          <w:rFonts w:ascii="Arial" w:hAnsi="Arial" w:cs="Arial"/>
          <w:b/>
          <w:bCs/>
          <w:sz w:val="20"/>
          <w:szCs w:val="20"/>
        </w:rPr>
        <w:t>.</w:t>
      </w:r>
    </w:p>
    <w:p w14:paraId="5FFF4240" w14:textId="77777777" w:rsidR="00A74849" w:rsidRPr="00A74849" w:rsidRDefault="00A74849" w:rsidP="00070B5F">
      <w:pPr>
        <w:rPr>
          <w:rFonts w:ascii="Arial" w:hAnsi="Arial" w:cs="Arial"/>
          <w:b/>
          <w:bCs/>
          <w:sz w:val="20"/>
          <w:szCs w:val="20"/>
        </w:rPr>
      </w:pPr>
    </w:p>
    <w:p w14:paraId="2176F29A" w14:textId="0C165E52" w:rsidR="00475AD6" w:rsidRPr="00475AD6" w:rsidRDefault="00475AD6" w:rsidP="00070B5F">
      <w:pPr>
        <w:rPr>
          <w:rFonts w:ascii="Arial" w:hAnsi="Arial" w:cs="Arial"/>
          <w:sz w:val="20"/>
          <w:szCs w:val="20"/>
        </w:rPr>
      </w:pPr>
      <w:r w:rsidRPr="00475AD6">
        <w:rPr>
          <w:sz w:val="20"/>
          <w:szCs w:val="20"/>
        </w:rPr>
        <w:br/>
      </w:r>
      <w:r w:rsidRPr="00475AD6">
        <w:rPr>
          <w:rFonts w:ascii="Arial" w:hAnsi="Arial" w:cs="Arial"/>
          <w:sz w:val="20"/>
          <w:szCs w:val="20"/>
        </w:rPr>
        <w:t>V ............................., dne ..........................</w:t>
      </w:r>
      <w:r w:rsidR="00A74849">
        <w:rPr>
          <w:rFonts w:ascii="Arial" w:hAnsi="Arial" w:cs="Arial"/>
          <w:sz w:val="20"/>
          <w:szCs w:val="20"/>
        </w:rPr>
        <w:t xml:space="preserve">.....                                   </w:t>
      </w:r>
      <w:r w:rsidRPr="00475AD6">
        <w:rPr>
          <w:rFonts w:ascii="Arial" w:hAnsi="Arial" w:cs="Arial"/>
          <w:sz w:val="20"/>
          <w:szCs w:val="20"/>
        </w:rPr>
        <w:t>.......................................................</w:t>
      </w:r>
      <w:r w:rsidRPr="00475AD6">
        <w:rPr>
          <w:sz w:val="20"/>
          <w:szCs w:val="20"/>
        </w:rPr>
        <w:br/>
      </w:r>
      <w:r w:rsidR="00A7484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Pr="00475AD6">
        <w:rPr>
          <w:rFonts w:ascii="Arial" w:hAnsi="Arial" w:cs="Arial"/>
          <w:sz w:val="20"/>
          <w:szCs w:val="20"/>
        </w:rPr>
        <w:t>Zmocněnec</w:t>
      </w:r>
    </w:p>
    <w:p w14:paraId="44028CC7" w14:textId="30DF7C5F" w:rsidR="008A79D0" w:rsidRDefault="008A79D0" w:rsidP="00CD58C8">
      <w:pPr>
        <w:ind w:left="4248" w:firstLine="708"/>
        <w:jc w:val="center"/>
        <w:rPr>
          <w:rFonts w:ascii="Arial" w:hAnsi="Arial" w:cs="Arial"/>
          <w:sz w:val="20"/>
          <w:szCs w:val="20"/>
        </w:rPr>
      </w:pPr>
    </w:p>
    <w:p w14:paraId="08B30655" w14:textId="570698BC" w:rsidR="008A79D0" w:rsidRDefault="008A79D0" w:rsidP="00CD58C8">
      <w:pPr>
        <w:ind w:left="4248" w:firstLine="708"/>
        <w:jc w:val="center"/>
        <w:rPr>
          <w:rFonts w:ascii="Arial" w:hAnsi="Arial" w:cs="Arial"/>
          <w:sz w:val="20"/>
          <w:szCs w:val="20"/>
        </w:rPr>
      </w:pPr>
    </w:p>
    <w:p w14:paraId="331E446E" w14:textId="2B340B86" w:rsidR="008A79D0" w:rsidRDefault="008A79D0" w:rsidP="00CD58C8">
      <w:pPr>
        <w:ind w:left="4248" w:firstLine="708"/>
        <w:jc w:val="center"/>
        <w:rPr>
          <w:rFonts w:ascii="Arial" w:hAnsi="Arial" w:cs="Arial"/>
          <w:sz w:val="20"/>
          <w:szCs w:val="20"/>
        </w:rPr>
      </w:pPr>
    </w:p>
    <w:p w14:paraId="0FD45CE5" w14:textId="3F7DB01C" w:rsidR="00CD58C8" w:rsidRPr="00F03DE2" w:rsidRDefault="00CD58C8">
      <w:pPr>
        <w:contextualSpacing/>
        <w:rPr>
          <w:rFonts w:ascii="Arial" w:hAnsi="Arial" w:cs="Arial"/>
          <w:sz w:val="16"/>
          <w:szCs w:val="16"/>
        </w:rPr>
      </w:pPr>
    </w:p>
    <w:sectPr w:rsidR="00CD58C8" w:rsidRPr="00F03DE2" w:rsidSect="00854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51ECF0" w14:textId="77777777" w:rsidR="008C54E5" w:rsidRDefault="008C54E5" w:rsidP="000E503F">
      <w:pPr>
        <w:spacing w:after="0" w:line="240" w:lineRule="auto"/>
      </w:pPr>
      <w:r>
        <w:separator/>
      </w:r>
    </w:p>
  </w:endnote>
  <w:endnote w:type="continuationSeparator" w:id="0">
    <w:p w14:paraId="22ADE5A1" w14:textId="77777777" w:rsidR="008C54E5" w:rsidRDefault="008C54E5" w:rsidP="000E5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3C669" w14:textId="77777777" w:rsidR="008C54E5" w:rsidRDefault="008C54E5" w:rsidP="000E503F">
      <w:pPr>
        <w:spacing w:after="0" w:line="240" w:lineRule="auto"/>
      </w:pPr>
      <w:r>
        <w:separator/>
      </w:r>
    </w:p>
  </w:footnote>
  <w:footnote w:type="continuationSeparator" w:id="0">
    <w:p w14:paraId="090BFF82" w14:textId="77777777" w:rsidR="008C54E5" w:rsidRDefault="008C54E5" w:rsidP="000E503F">
      <w:pPr>
        <w:spacing w:after="0" w:line="240" w:lineRule="auto"/>
      </w:pPr>
      <w:r>
        <w:continuationSeparator/>
      </w:r>
    </w:p>
  </w:footnote>
  <w:footnote w:id="1">
    <w:p w14:paraId="24CABF29" w14:textId="7887C8D3" w:rsidR="00070B5F" w:rsidRDefault="00070B5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03DE2">
        <w:rPr>
          <w:rFonts w:ascii="Arial" w:hAnsi="Arial" w:cs="Arial"/>
          <w:sz w:val="16"/>
          <w:szCs w:val="16"/>
        </w:rPr>
        <w:t>hodící se zaškrtněte</w:t>
      </w:r>
    </w:p>
  </w:footnote>
  <w:footnote w:id="2">
    <w:p w14:paraId="2F9199F8" w14:textId="07A53136" w:rsidR="00070B5F" w:rsidRDefault="00070B5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03DE2">
        <w:rPr>
          <w:rFonts w:ascii="Arial" w:hAnsi="Arial" w:cs="Arial"/>
          <w:sz w:val="16"/>
          <w:szCs w:val="16"/>
        </w:rPr>
        <w:t>hodící se zaškrtněte</w:t>
      </w:r>
    </w:p>
  </w:footnote>
  <w:footnote w:id="3">
    <w:p w14:paraId="0DA076E2" w14:textId="371806A2" w:rsidR="00070B5F" w:rsidRDefault="00070B5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03DE2">
        <w:rPr>
          <w:rFonts w:ascii="Arial" w:hAnsi="Arial" w:cs="Arial"/>
          <w:sz w:val="16"/>
          <w:szCs w:val="16"/>
        </w:rPr>
        <w:t>hodící se zaškrtněte</w:t>
      </w:r>
    </w:p>
  </w:footnote>
  <w:footnote w:id="4">
    <w:p w14:paraId="53EAB086" w14:textId="6E08940C" w:rsidR="00070B5F" w:rsidRDefault="00070B5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03DE2">
        <w:rPr>
          <w:rFonts w:ascii="Arial" w:hAnsi="Arial" w:cs="Arial"/>
          <w:sz w:val="16"/>
          <w:szCs w:val="16"/>
        </w:rPr>
        <w:t>v případě potřeby možno rozvést na samostatném listu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50C11"/>
    <w:multiLevelType w:val="hybridMultilevel"/>
    <w:tmpl w:val="84FE92C6"/>
    <w:lvl w:ilvl="0" w:tplc="5530700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FF6549"/>
    <w:multiLevelType w:val="hybridMultilevel"/>
    <w:tmpl w:val="FB5EC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D0"/>
    <w:rsid w:val="00020BC8"/>
    <w:rsid w:val="00040BAF"/>
    <w:rsid w:val="00070B5F"/>
    <w:rsid w:val="00075C7A"/>
    <w:rsid w:val="00085D5E"/>
    <w:rsid w:val="000B0B5C"/>
    <w:rsid w:val="000E12D7"/>
    <w:rsid w:val="000E503F"/>
    <w:rsid w:val="00121C32"/>
    <w:rsid w:val="0019161F"/>
    <w:rsid w:val="00193030"/>
    <w:rsid w:val="001A1E94"/>
    <w:rsid w:val="001C423E"/>
    <w:rsid w:val="001D2521"/>
    <w:rsid w:val="001E2413"/>
    <w:rsid w:val="00221100"/>
    <w:rsid w:val="002C0E73"/>
    <w:rsid w:val="002C7AEC"/>
    <w:rsid w:val="002D52B9"/>
    <w:rsid w:val="002F6E77"/>
    <w:rsid w:val="00307DF9"/>
    <w:rsid w:val="0031762C"/>
    <w:rsid w:val="00322A69"/>
    <w:rsid w:val="003445C9"/>
    <w:rsid w:val="003928BF"/>
    <w:rsid w:val="003A7D70"/>
    <w:rsid w:val="003C5795"/>
    <w:rsid w:val="00475AD6"/>
    <w:rsid w:val="004A011E"/>
    <w:rsid w:val="004E63CD"/>
    <w:rsid w:val="0050665E"/>
    <w:rsid w:val="00520880"/>
    <w:rsid w:val="005248A4"/>
    <w:rsid w:val="00575C95"/>
    <w:rsid w:val="0057629B"/>
    <w:rsid w:val="005E6B88"/>
    <w:rsid w:val="005E73FB"/>
    <w:rsid w:val="0060240F"/>
    <w:rsid w:val="00620777"/>
    <w:rsid w:val="006266BE"/>
    <w:rsid w:val="00634583"/>
    <w:rsid w:val="006636F3"/>
    <w:rsid w:val="006F63F2"/>
    <w:rsid w:val="00742B46"/>
    <w:rsid w:val="0076339C"/>
    <w:rsid w:val="0078550D"/>
    <w:rsid w:val="007C377F"/>
    <w:rsid w:val="007D0E8F"/>
    <w:rsid w:val="007D3EDA"/>
    <w:rsid w:val="00847B95"/>
    <w:rsid w:val="00851B3A"/>
    <w:rsid w:val="00854639"/>
    <w:rsid w:val="008A79D0"/>
    <w:rsid w:val="008C1E37"/>
    <w:rsid w:val="008C22D0"/>
    <w:rsid w:val="008C54E5"/>
    <w:rsid w:val="008E4FB6"/>
    <w:rsid w:val="008F4A5F"/>
    <w:rsid w:val="009657F4"/>
    <w:rsid w:val="009A6444"/>
    <w:rsid w:val="00A66C96"/>
    <w:rsid w:val="00A74849"/>
    <w:rsid w:val="00AE629E"/>
    <w:rsid w:val="00B0244D"/>
    <w:rsid w:val="00BC0943"/>
    <w:rsid w:val="00C605F4"/>
    <w:rsid w:val="00C977E2"/>
    <w:rsid w:val="00CA2956"/>
    <w:rsid w:val="00CC3CD8"/>
    <w:rsid w:val="00CC7A57"/>
    <w:rsid w:val="00CD58C8"/>
    <w:rsid w:val="00CE7B64"/>
    <w:rsid w:val="00D16665"/>
    <w:rsid w:val="00D854F6"/>
    <w:rsid w:val="00DB20E0"/>
    <w:rsid w:val="00DD399B"/>
    <w:rsid w:val="00E27506"/>
    <w:rsid w:val="00EA1022"/>
    <w:rsid w:val="00EC6ED6"/>
    <w:rsid w:val="00F03DE2"/>
    <w:rsid w:val="00F147DC"/>
    <w:rsid w:val="00F34F99"/>
    <w:rsid w:val="00F37EC0"/>
    <w:rsid w:val="00F744E7"/>
    <w:rsid w:val="00F91AB0"/>
    <w:rsid w:val="00F9673A"/>
    <w:rsid w:val="00FD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C111E"/>
  <w15:docId w15:val="{DEC03BFD-507A-4C21-893E-A8D8FDF0A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463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166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503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503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E503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D58C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066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66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665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66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665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6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665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4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9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3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78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9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9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2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4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0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67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2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97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1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09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89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a\Downloads\&#381;&#225;dost%20o%20vyd&#225;n&#237;%20ZS,%20R%202020%20&#353;ablona(1)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747DB-DFE7-4345-888D-3F11FD5E2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Žádost o vydání ZS, R 2020 šablona(1).dotx</Template>
  <TotalTime>27</TotalTime>
  <Pages>4</Pages>
  <Words>540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</dc:creator>
  <cp:keywords/>
  <cp:lastModifiedBy>Zbyněk</cp:lastModifiedBy>
  <cp:revision>6</cp:revision>
  <cp:lastPrinted>2024-02-27T09:08:00Z</cp:lastPrinted>
  <dcterms:created xsi:type="dcterms:W3CDTF">2022-09-28T10:04:00Z</dcterms:created>
  <dcterms:modified xsi:type="dcterms:W3CDTF">2024-11-11T08:56:00Z</dcterms:modified>
</cp:coreProperties>
</file>